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0"/>
        <w:jc w:val="center"/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47700" cy="884555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835552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647699" cy="88455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51.00pt;height:69.65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</w:p>
    <w:p>
      <w:pPr>
        <w:pStyle w:val="83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3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БЕЛОЯРСКИЙ РАЙОН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pStyle w:val="830"/>
        <w:keepNext/>
        <w:jc w:val="center"/>
        <w:outlineLvl w:val="2"/>
        <w:rPr>
          <w:b/>
          <w:sz w:val="24"/>
          <w:szCs w:val="24"/>
        </w:rPr>
      </w:pPr>
      <w:r>
        <w:rPr>
          <w:b/>
        </w:rPr>
        <w:t xml:space="preserve">ХАНТЫ-МАНСИЙСКИЙ АВТОНОМНЫЙ ОКРУГ – ЮГРА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30"/>
        <w:jc w:val="center"/>
      </w:pPr>
      <w:r>
        <w:t xml:space="preserve"> </w:t>
      </w:r>
    </w:p>
    <w:p>
      <w:pPr>
        <w:pStyle w:val="830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0"/>
        <w:keepNext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БЕЛОЯРСКОГО РАЙОНА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30"/>
        <w:keepNext/>
        <w:jc w:val="center"/>
        <w:outlineLvl w:val="0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30"/>
        <w:keepNext/>
        <w:jc w:val="center"/>
        <w:outlineLvl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pStyle w:val="830"/>
        <w:keepNext/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ПОСТАНОВЛЕНИЕ</w:t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830"/>
        <w:keepNext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30"/>
        <w:tabs>
          <w:tab w:val="left" w:pos="7788" w:leader="none"/>
          <w:tab w:val="left" w:pos="8292" w:leader="none"/>
        </w:tabs>
        <w:jc w:val="center"/>
        <w:rPr>
          <w:b/>
        </w:rPr>
      </w:pPr>
      <w:r>
        <w:rPr>
          <w:sz w:val="24"/>
          <w:szCs w:val="24"/>
        </w:rPr>
        <w:tab/>
      </w:r>
      <w:r>
        <w:rPr>
          <w:b/>
        </w:rPr>
      </w:r>
      <w:r>
        <w:rPr>
          <w:b/>
        </w:rPr>
      </w:r>
    </w:p>
    <w:p>
      <w:pPr>
        <w:pStyle w:val="830"/>
        <w:jc w:val="center"/>
        <w:rPr>
          <w:sz w:val="24"/>
        </w:rPr>
      </w:pPr>
      <w:r>
        <w:rPr>
          <w:sz w:val="24"/>
        </w:rPr>
        <w:t xml:space="preserve">от 25 декабря 2025 года                                                                                                        № 891</w:t>
      </w:r>
      <w:r>
        <w:rPr>
          <w:sz w:val="24"/>
        </w:rPr>
      </w:r>
      <w:r>
        <w:rPr>
          <w:sz w:val="24"/>
        </w:rPr>
      </w:r>
    </w:p>
    <w:p>
      <w:pPr>
        <w:pStyle w:val="830"/>
        <w:jc w:val="center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830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0"/>
        <w:jc w:val="center"/>
        <w:rPr>
          <w:b/>
          <w:sz w:val="24"/>
        </w:rPr>
      </w:pPr>
      <w:r>
        <w:rPr>
          <w:b/>
          <w:sz w:val="24"/>
        </w:rPr>
        <w:t xml:space="preserve">О внесении изменений в приложение к постановлению администрации </w:t>
      </w:r>
      <w:r>
        <w:rPr>
          <w:b/>
          <w:sz w:val="24"/>
        </w:rPr>
      </w:r>
      <w:r>
        <w:rPr>
          <w:b/>
          <w:sz w:val="24"/>
        </w:rPr>
      </w:r>
    </w:p>
    <w:p>
      <w:pPr>
        <w:pStyle w:val="830"/>
        <w:jc w:val="center"/>
        <w:rPr>
          <w:b/>
          <w:sz w:val="24"/>
        </w:rPr>
      </w:pPr>
      <w:r>
        <w:rPr>
          <w:b/>
          <w:sz w:val="24"/>
        </w:rPr>
        <w:t xml:space="preserve">Белоярского района от 5 декабря 2024 года № 849</w:t>
      </w:r>
      <w:r>
        <w:rPr>
          <w:b/>
          <w:sz w:val="24"/>
        </w:rPr>
      </w:r>
      <w:r>
        <w:rPr>
          <w:b/>
          <w:sz w:val="24"/>
        </w:rPr>
      </w:r>
    </w:p>
    <w:p>
      <w:pPr>
        <w:pStyle w:val="830"/>
        <w:jc w:val="center"/>
        <w:rPr>
          <w:b/>
          <w:sz w:val="24"/>
        </w:rPr>
      </w:pPr>
      <w:r>
        <w:rPr>
          <w:b/>
          <w:sz w:val="24"/>
        </w:rPr>
      </w:r>
      <w:r>
        <w:rPr>
          <w:b/>
          <w:sz w:val="24"/>
        </w:rPr>
      </w:r>
      <w:r>
        <w:rPr>
          <w:b/>
          <w:sz w:val="24"/>
        </w:rPr>
      </w:r>
    </w:p>
    <w:p>
      <w:pPr>
        <w:pStyle w:val="830"/>
        <w:jc w:val="center"/>
        <w:rPr>
          <w:b/>
          <w:sz w:val="24"/>
        </w:rPr>
      </w:pPr>
      <w:r>
        <w:rPr>
          <w:b/>
          <w:sz w:val="24"/>
        </w:rPr>
      </w:r>
      <w:r>
        <w:rPr>
          <w:b/>
          <w:sz w:val="24"/>
        </w:rPr>
      </w:r>
      <w:r>
        <w:rPr>
          <w:b/>
          <w:sz w:val="24"/>
        </w:rPr>
      </w:r>
    </w:p>
    <w:p>
      <w:pPr>
        <w:pStyle w:val="830"/>
        <w:jc w:val="center"/>
        <w:rPr>
          <w:b/>
          <w:sz w:val="24"/>
        </w:rPr>
      </w:pPr>
      <w:r>
        <w:rPr>
          <w:b/>
          <w:sz w:val="24"/>
        </w:rPr>
      </w:r>
      <w:r>
        <w:rPr>
          <w:b/>
          <w:sz w:val="24"/>
        </w:rPr>
      </w:r>
      <w:r>
        <w:rPr>
          <w:b/>
          <w:sz w:val="24"/>
        </w:rPr>
      </w:r>
    </w:p>
    <w:p>
      <w:pPr>
        <w:pStyle w:val="830"/>
        <w:tabs>
          <w:tab w:val="left" w:pos="708" w:leader="none"/>
        </w:tabs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 о с т а н о в л я ю: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0"/>
        <w:tabs>
          <w:tab w:val="left" w:pos="4536" w:leader="none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Внести в приложение «Муниципальная программа Белоярского района «Развитие физической культуры, спорта и мол</w:t>
      </w:r>
      <w:r>
        <w:rPr>
          <w:sz w:val="24"/>
          <w:szCs w:val="24"/>
        </w:rPr>
        <w:t xml:space="preserve">одежной политики» (далее – Программа) к постановлению администрации Белоярского района от 5 декабря 2024 года № 849 «Об утверждении муниципальной программы Белоярского района «Развитие физической культуры, спорта и молодежной политики» следующие изменения:</w:t>
      </w:r>
      <w:r>
        <w:rPr>
          <w:sz w:val="24"/>
          <w:szCs w:val="24"/>
        </w:rPr>
        <w:tab/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0"/>
        <w:numPr>
          <w:numId w:val="1"/>
          <w:ilvl w:val="0"/>
        </w:numPr>
        <w:tabs>
          <w:tab w:val="left" w:pos="1134" w:leader="none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  <w:lang w:eastAsia="zh-CN" w:bidi="ar"/>
        </w:rPr>
        <w:t xml:space="preserve">строку «Объемы финансового обеспечения за весь период реализации» </w:t>
      </w:r>
      <w:r>
        <w:rPr>
          <w:sz w:val="24"/>
          <w:szCs w:val="24"/>
        </w:rPr>
        <w:t xml:space="preserve">раздела 1 «Основные положения» Паспорта муниципальной программы Белоярского района </w:t>
      </w:r>
      <w:r>
        <w:rPr>
          <w:color w:val="000000"/>
          <w:sz w:val="24"/>
          <w:szCs w:val="24"/>
          <w:shd w:val="clear" w:color="auto" w:fill="ffffff"/>
          <w:lang w:eastAsia="zh-CN" w:bidi="ar"/>
        </w:rPr>
        <w:t xml:space="preserve">«</w:t>
      </w:r>
      <w:r>
        <w:rPr>
          <w:sz w:val="24"/>
          <w:szCs w:val="24"/>
        </w:rPr>
        <w:t xml:space="preserve">Развитие физической культуры, спорта и молодежной политики» (далее – Паспорт муниципальной программы) изложить в следующей редакции: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0"/>
        <w:ind w:left="0" w:right="-143" w:firstLine="0"/>
        <w:rPr>
          <w:sz w:val="24"/>
          <w:szCs w:val="24"/>
        </w:rPr>
      </w:pPr>
      <w:r>
        <w:rPr>
          <w:sz w:val="24"/>
          <w:szCs w:val="24"/>
        </w:rPr>
        <w:t xml:space="preserve">«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9214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000000" w:sz="0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858"/>
        <w:gridCol w:w="4356"/>
      </w:tblGrid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000000" w:sz="0" w:space="0"/>
            <w:insideV w:val="none" w:color="000000" w:sz="0" w:space="0"/>
          </w:tblBorders>
        </w:tblPrEx>
        <w:tc>
          <w:tcPr>
            <w:tcW w:w="4858" w:type="dxa"/>
            <w:noWrap w:val="false"/>
            <w:textDirection w:val="lrTb"/>
            <w:vAlign w:val="top"/>
          </w:tcPr>
          <w:p>
            <w:pPr>
              <w:pStyle w:val="830"/>
              <w:ind w:right="459"/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  <w:lang w:eastAsia="en-US"/>
              </w:rPr>
              <w:t xml:space="preserve">Объемы финансового обеспечения за весь период реализации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356" w:type="dxa"/>
            <w:noWrap w:val="false"/>
            <w:textDirection w:val="lrTb"/>
            <w:vAlign w:val="top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  <w:lang w:eastAsia="en-US"/>
              </w:rPr>
              <w:t xml:space="preserve">1 660 308,7</w:t>
            </w:r>
            <w:r>
              <w:rPr>
                <w:sz w:val="22"/>
                <w:szCs w:val="22"/>
                <w:lang w:eastAsia="en-US"/>
              </w:rPr>
              <w:t xml:space="preserve"> тысяч рублей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widowControl w:val="off"/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830"/>
        <w:ind w:firstLine="70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»;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0"/>
        <w:numPr>
          <w:numId w:val="1"/>
          <w:ilvl w:val="0"/>
        </w:numPr>
        <w:tabs>
          <w:tab w:val="left" w:pos="1134" w:leader="none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раздел 4 «Финансовое обеспечение муниципальной программы» Паспорта муниципальной программы изложить в редакции согласно приложению  к настоящему постановлению.</w:t>
      </w:r>
      <w:r>
        <w:rPr>
          <w:sz w:val="24"/>
          <w:szCs w:val="24"/>
        </w:rPr>
        <w:t xml:space="preserve">».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Опубликовать настоящее постановление в газете «Белоярские вести. Официальный выпуск».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Настоящее постановление вступает в силу после его официального опубликования.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Контроль за выполнением постановления возложить на заместителя главы Белоярского района по социальным вопросам Сокол Н.В.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9"/>
        <w:jc w:val="left"/>
        <w:rPr>
          <w:szCs w:val="24"/>
        </w:rPr>
        <w:sectPr>
          <w:footnotePr/>
          <w:endnotePr/>
          <w:type w:val="nextPage"/>
          <w:pgSz w:w="11906" w:h="16838" w:orient="portrait"/>
          <w:pgMar w:top="567" w:right="850" w:bottom="426" w:left="1701" w:header="708" w:footer="708" w:gutter="0"/>
          <w:cols w:num="1" w:sep="0" w:space="1701" w:equalWidth="1"/>
          <w:docGrid w:linePitch="360"/>
        </w:sectPr>
      </w:pPr>
      <w:r>
        <w:rPr>
          <w:szCs w:val="24"/>
        </w:rPr>
        <w:t xml:space="preserve">Глава Белоярского района                                                                                      С.П.Маненков</w:t>
      </w:r>
      <w:r>
        <w:rPr>
          <w:szCs w:val="24"/>
        </w:rPr>
      </w:r>
      <w:r>
        <w:rPr>
          <w:szCs w:val="24"/>
        </w:rPr>
      </w:r>
    </w:p>
    <w:p>
      <w:pPr>
        <w:pStyle w:val="830"/>
        <w:pageBreakBefore/>
        <w:tabs>
          <w:tab w:val="left" w:pos="11530" w:leader="none"/>
        </w:tabs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0"/>
        <w:tabs>
          <w:tab w:val="left" w:pos="11530" w:leader="none"/>
        </w:tabs>
        <w:ind w:left="1034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администрации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0"/>
        <w:tabs>
          <w:tab w:val="left" w:pos="11530" w:leader="none"/>
        </w:tabs>
        <w:ind w:left="1034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Белоярского района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0"/>
        <w:tabs>
          <w:tab w:val="left" w:pos="11530" w:leader="none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25 декабря 2025 года № </w:t>
      </w:r>
      <w:r>
        <w:rPr>
          <w:sz w:val="24"/>
          <w:szCs w:val="24"/>
        </w:rPr>
        <w:t xml:space="preserve">891</w:t>
      </w:r>
      <w:r>
        <w:rPr>
          <w:sz w:val="24"/>
          <w:szCs w:val="24"/>
        </w:rPr>
      </w:r>
    </w:p>
    <w:p>
      <w:pPr>
        <w:pStyle w:val="830"/>
        <w:tabs>
          <w:tab w:val="left" w:pos="11530" w:leader="none"/>
        </w:tabs>
        <w:jc w:val="righ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9"/>
        <w:ind w:left="0" w:right="0" w:firstLine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И З М Е Н Е Н И Я,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</w:p>
    <w:p>
      <w:pPr>
        <w:pStyle w:val="867"/>
        <w:ind w:left="0" w:right="0" w:firstLine="0"/>
        <w:jc w:val="center"/>
        <w:outlineLvl w:val="2"/>
        <w:rPr>
          <w:rFonts w:ascii="Times New Roman" w:hAnsi="Times New Roman" w:cs="Calibri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вносимые в раздел 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муниципальной программы Белоярского района</w:t>
      </w:r>
      <w:r>
        <w:rPr>
          <w:rFonts w:ascii="Times New Roman" w:hAnsi="Times New Roman" w:cs="Calibri"/>
          <w:sz w:val="24"/>
          <w:szCs w:val="24"/>
        </w:rPr>
      </w:r>
      <w:r>
        <w:rPr>
          <w:rFonts w:ascii="Times New Roman" w:hAnsi="Times New Roman" w:cs="Calibri"/>
          <w:sz w:val="24"/>
          <w:szCs w:val="24"/>
        </w:rPr>
      </w:r>
    </w:p>
    <w:p>
      <w:pPr>
        <w:pStyle w:val="830"/>
        <w:tabs>
          <w:tab w:val="left" w:pos="11530" w:leader="none"/>
        </w:tabs>
        <w:ind w:left="0" w:right="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«Развитие физической культуры, спорта и молодежной политики»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0"/>
        <w:tabs>
          <w:tab w:val="left" w:pos="11530" w:leader="none"/>
        </w:tabs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0"/>
        <w:tabs>
          <w:tab w:val="left" w:pos="11530" w:leader="none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«4. Финансовое обеспечение муниципальной программы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0"/>
        <w:tabs>
          <w:tab w:val="left" w:pos="396" w:leader="none"/>
        </w:tabs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  <w:lang w:eastAsia="en-US"/>
        </w:rPr>
      </w:r>
    </w:p>
    <w:tbl>
      <w:tblPr>
        <w:tblStyle w:val="686"/>
        <w:tblW w:w="0" w:type="auto"/>
        <w:tblLook w:val="04A0" w:firstRow="1" w:lastRow="0" w:firstColumn="1" w:lastColumn="0" w:noHBand="0" w:noVBand="1"/>
      </w:tblPr>
      <w:tblGrid>
        <w:gridCol w:w="975"/>
        <w:gridCol w:w="1920"/>
        <w:gridCol w:w="945"/>
        <w:gridCol w:w="1395"/>
        <w:gridCol w:w="945"/>
        <w:gridCol w:w="945"/>
        <w:gridCol w:w="945"/>
        <w:gridCol w:w="1215"/>
        <w:gridCol w:w="1200"/>
        <w:gridCol w:w="1305"/>
        <w:gridCol w:w="1245"/>
        <w:gridCol w:w="1350"/>
        <w:gridCol w:w="1365"/>
        <w:gridCol w:w="1380"/>
      </w:tblGrid>
      <w:tr>
        <w:trPr>
          <w:trHeight w:val="223"/>
          <w:tblHeader/>
        </w:trPr>
        <w:tblPrEx/>
        <w:tc>
          <w:tcPr>
            <w:tcW w:w="97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№ п/п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7095" w:type="dxa"/>
            <w:gridSpan w:val="6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top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Наименование муниципальной программы, структурного элемента, мероприятия (результата), источник финансового обеспечения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060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Объем финансового обеспечения по годам, тыс. рублей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43"/>
          <w:tblHeader/>
        </w:trPr>
        <w:tblPrEx/>
        <w:tc>
          <w:tcPr>
            <w:tcW w:w="97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</w:p>
        </w:tc>
        <w:tc>
          <w:tcPr>
            <w:tcW w:w="7095" w:type="dxa"/>
            <w:gridSpan w:val="6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2025 год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2026 год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2027 год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2028 год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2029 год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2030 год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Всего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540"/>
        </w:trPr>
        <w:tblPrEx/>
        <w:tc>
          <w:tcPr>
            <w:tcW w:w="975" w:type="dxa"/>
            <w:vMerge w:val="restart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7095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ind w:left="57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Муниципальная программа «Развитие физической культуры, спорта и молодежной политики» (всего), в том числе: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274 104,7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272 108,8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278 523,8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278 523,8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278 523,8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278 523,8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1 660 308,7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0"/>
        </w:trPr>
        <w:tblPrEx/>
        <w:tc>
          <w:tcPr>
            <w:tcW w:w="975" w:type="dxa"/>
            <w:vMerge w:val="continue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</w:p>
        </w:tc>
        <w:tc>
          <w:tcPr>
            <w:tcW w:w="7095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ind w:left="57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бюджет ХМАО-Югры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29 315,5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30 559,9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30 609,9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30 609,9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30 609,9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30 609,9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182 315,0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0"/>
        </w:trPr>
        <w:tblPrEx/>
        <w:tc>
          <w:tcPr>
            <w:tcW w:w="975" w:type="dxa"/>
            <w:vMerge w:val="continue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</w:p>
        </w:tc>
        <w:tc>
          <w:tcPr>
            <w:tcW w:w="7095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ind w:left="57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244 789,2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241 548,9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247 913,9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247 913,9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247 913,9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247 913,9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1 477 993,7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0"/>
        </w:trPr>
        <w:tblPrEx/>
        <w:tc>
          <w:tcPr>
            <w:tcW w:w="975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</w:p>
        </w:tc>
        <w:tc>
          <w:tcPr>
            <w:tcW w:w="7095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ind w:left="57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Объем налоговых расходов Белоярского района (справочно)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556"/>
        </w:trPr>
        <w:tblPrEx/>
        <w:tc>
          <w:tcPr>
            <w:tcW w:w="975" w:type="dxa"/>
            <w:vMerge w:val="restart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7095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ind w:left="57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Комплекс процессных мероприятий "Развитие физической культуры и массового спорта "  (всего), в том числе: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103 102,7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100 629,2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103 997,2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103 997,2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103 997,2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103 997,2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619 720,7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0"/>
        </w:trPr>
        <w:tblPrEx/>
        <w:tc>
          <w:tcPr>
            <w:tcW w:w="975" w:type="dxa"/>
            <w:vMerge w:val="continue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</w:p>
        </w:tc>
        <w:tc>
          <w:tcPr>
            <w:tcW w:w="7095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ind w:left="57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бюджет ХМАО-Югры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6 008,3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5 308,3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5 308,3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5 308,3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5 308,3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5 308,3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32 549,8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0"/>
        </w:trPr>
        <w:tblPrEx/>
        <w:tc>
          <w:tcPr>
            <w:tcW w:w="975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</w:p>
        </w:tc>
        <w:tc>
          <w:tcPr>
            <w:tcW w:w="7095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ind w:left="57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97 094,4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95 320,9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98 688,9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98 688,9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98 688,9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98 688,9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587 170,9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540"/>
        </w:trPr>
        <w:tblPrEx/>
        <w:tc>
          <w:tcPr>
            <w:tcW w:w="975" w:type="dxa"/>
            <w:vMerge w:val="restart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1.1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7095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ind w:left="57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Мероприятие "Обеспечение деятельности МАУ ФКиС Белоярского района «Дворец спорта»"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92 201,7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89 728,2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93 096,2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93 096,2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93 096,2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93 096,2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554 314,7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315"/>
        </w:trPr>
        <w:tblPrEx/>
        <w:tc>
          <w:tcPr>
            <w:tcW w:w="975" w:type="dxa"/>
            <w:vMerge w:val="continue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</w:p>
        </w:tc>
        <w:tc>
          <w:tcPr>
            <w:tcW w:w="7095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ind w:left="57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бюджет ХМАО-Югры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700,0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700,0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311"/>
        </w:trPr>
        <w:tblPrEx/>
        <w:tc>
          <w:tcPr>
            <w:tcW w:w="975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</w:p>
        </w:tc>
        <w:tc>
          <w:tcPr>
            <w:tcW w:w="7095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ind w:left="57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91 501,7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89 728,2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93 096,2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93 096,2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93 096,2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93 096,2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553 614,7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488"/>
        </w:trPr>
        <w:tblPrEx/>
        <w:tc>
          <w:tcPr>
            <w:tcW w:w="97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1.2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7095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ind w:left="57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Мероприятие "Участие спортивных сборных команд Белоярского района в спортивно-массовых мероприятиях"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5 313,2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5 313,2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5 313,2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5 313,2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5 313,2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5 313,2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31 879,2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390"/>
        </w:trPr>
        <w:tblPrEx/>
        <w:tc>
          <w:tcPr>
            <w:tcW w:w="9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</w:p>
        </w:tc>
        <w:tc>
          <w:tcPr>
            <w:tcW w:w="7095" w:type="dxa"/>
            <w:gridSpan w:val="6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ind w:left="57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5 313,2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5 313,2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5 313,2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5 313,2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5 313,2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5 313,2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31 879,2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572"/>
        </w:trPr>
        <w:tblPrEx/>
        <w:tc>
          <w:tcPr>
            <w:tcW w:w="9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1.3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709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ind w:left="57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Мероприятие "Поддержка физкультурно-спортивных организаций, осуществляющих подготовку спортивного резерва" всего, в том числе: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1 946,4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1 946,4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1 946,4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1 946,4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1 946,4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1 946,4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11 678,4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0"/>
        </w:trPr>
        <w:tblPrEx/>
        <w:tc>
          <w:tcPr>
            <w:tcW w:w="9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</w:p>
        </w:tc>
        <w:tc>
          <w:tcPr>
            <w:tcW w:w="709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ind w:left="57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бюджет ХМАО-Югры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1 849,0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1 849,0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1 849,0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1 849,0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1 849,0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1 849,0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11 094,0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0"/>
        </w:trPr>
        <w:tblPrEx/>
        <w:tc>
          <w:tcPr>
            <w:tcW w:w="9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</w:p>
        </w:tc>
        <w:tc>
          <w:tcPr>
            <w:tcW w:w="709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ind w:left="57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97,4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97,4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97,4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97,4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97,4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97,4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584,4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615"/>
        </w:trPr>
        <w:tblPrEx/>
        <w:tc>
          <w:tcPr>
            <w:tcW w:w="9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1.4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709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ind w:left="57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Мероприятие "Развитие сети спортивных объектов шаговой доступности" всего, в том числе: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3 641,4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3 641,4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3 641,4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3 641,4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3 641,4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3 641,4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21 848,4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0"/>
        </w:trPr>
        <w:tblPrEx/>
        <w:tc>
          <w:tcPr>
            <w:tcW w:w="9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</w:p>
        </w:tc>
        <w:tc>
          <w:tcPr>
            <w:tcW w:w="709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ind w:left="57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бюджет ХМАО-Югры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3 459,3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3 459,3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3 459,3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3 459,3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3 459,3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3 459,3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20 755,8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0"/>
        </w:trPr>
        <w:tblPrEx/>
        <w:tc>
          <w:tcPr>
            <w:tcW w:w="9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</w:p>
        </w:tc>
        <w:tc>
          <w:tcPr>
            <w:tcW w:w="709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ind w:left="57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182,1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182,1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182,1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182,1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182,1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182,1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1 092,6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690"/>
        </w:trPr>
        <w:tblPrEx/>
        <w:tc>
          <w:tcPr>
            <w:tcW w:w="975" w:type="dxa"/>
            <w:vMerge w:val="restart"/>
            <w:tcBorders>
              <w:top w:val="singl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7095" w:type="dxa"/>
            <w:gridSpan w:val="6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ind w:left="57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Комплекс процессных мероприятий "Развитие системы дополнительного образования в сфере физической культуры и спорта"  (всего), в том числе: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51 727,0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47 279,7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47 210,9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47 210,9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47 210,9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47 210,9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287 850,3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0"/>
        </w:trPr>
        <w:tblPrEx/>
        <w:tc>
          <w:tcPr>
            <w:tcW w:w="975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</w:p>
        </w:tc>
        <w:tc>
          <w:tcPr>
            <w:tcW w:w="7095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ind w:left="57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51 727,0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47 279,7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47 210,9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47 210,9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47 210,9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47 210,9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287 850,3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479"/>
        </w:trPr>
        <w:tblPrEx/>
        <w:tc>
          <w:tcPr>
            <w:tcW w:w="975" w:type="dxa"/>
            <w:vMerge w:val="restart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2.1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7095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ind w:left="57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Мероприятие "Обеспечение деятельности  МБУ дополнительного образования Белоярского района "Спортивная школа г.Белоярский"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51 727,0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47 279,7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47 210,9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47 210,9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47 210,9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47 210,9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287 850,3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0"/>
        </w:trPr>
        <w:tblPrEx/>
        <w:tc>
          <w:tcPr>
            <w:tcW w:w="975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</w:p>
        </w:tc>
        <w:tc>
          <w:tcPr>
            <w:tcW w:w="7095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ind w:left="57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51 727,0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47 279,7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47 210,9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47 210,9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47 210,9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47 210,9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287 850,3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521"/>
        </w:trPr>
        <w:tblPrEx/>
        <w:tc>
          <w:tcPr>
            <w:tcW w:w="975" w:type="dxa"/>
            <w:vMerge w:val="restart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7095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ind w:left="57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Комплекс процессных мероприятий "Организация и осуществление мероприятий по работе с детьми и молодежью"  (всего), в том числе: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28 968,4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40 623,7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40 665,0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40 665,0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40 665,0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40 665,0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232 252,1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0"/>
        </w:trPr>
        <w:tblPrEx/>
        <w:tc>
          <w:tcPr>
            <w:tcW w:w="975" w:type="dxa"/>
            <w:vMerge w:val="continue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</w:p>
        </w:tc>
        <w:tc>
          <w:tcPr>
            <w:tcW w:w="7095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ind w:left="57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бюджет ХМАО-Югры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6 312,0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7 619,9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7 669,9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7 669,9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7 669,9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7 669,9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44 611,5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0"/>
        </w:trPr>
        <w:tblPrEx/>
        <w:tc>
          <w:tcPr>
            <w:tcW w:w="975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</w:p>
        </w:tc>
        <w:tc>
          <w:tcPr>
            <w:tcW w:w="7095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ind w:left="57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22 656,4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33 003,8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32 995,1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32 995,1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32 995,1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32 995,1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187 640,6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557"/>
        </w:trPr>
        <w:tblPrEx/>
        <w:tc>
          <w:tcPr>
            <w:tcW w:w="975" w:type="dxa"/>
            <w:vMerge w:val="restart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3.1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7095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ind w:left="57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Мероприятие "Реализация мероприятий по работе с детьми и молодежью"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1 259,6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1 734,9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1 734,9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1 734,9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1 734,9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1 734,9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9 934,1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0"/>
        </w:trPr>
        <w:tblPrEx/>
        <w:tc>
          <w:tcPr>
            <w:tcW w:w="975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</w:p>
        </w:tc>
        <w:tc>
          <w:tcPr>
            <w:tcW w:w="7095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ind w:left="57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1 259,6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1 734,9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1 734,9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1 734,9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1 734,9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1 734,9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9 934,1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585"/>
        </w:trPr>
        <w:tblPrEx/>
        <w:tc>
          <w:tcPr>
            <w:tcW w:w="975" w:type="dxa"/>
            <w:vMerge w:val="restart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3.2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7095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ind w:left="57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Мероприятие "Обеспечение деятельности МБУ Белоярского района "Многофункциональный молодежный  центр "Спутник"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18 437,1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25 441,3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25 432,6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25 432,6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25 432,6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25 432,6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145 608,8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0"/>
        </w:trPr>
        <w:tblPrEx/>
        <w:tc>
          <w:tcPr>
            <w:tcW w:w="975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</w:p>
        </w:tc>
        <w:tc>
          <w:tcPr>
            <w:tcW w:w="7095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ind w:left="57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18 437,1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25 441,3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25 432,6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25 432,6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25 432,6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25 432,6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145 608,8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552"/>
        </w:trPr>
        <w:tblPrEx/>
        <w:tc>
          <w:tcPr>
            <w:tcW w:w="975" w:type="dxa"/>
            <w:vMerge w:val="restart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3.3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7095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ind w:left="57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Мероприятие "Реализация мероприятий по содействию занятости молодежи" всего, в том числе: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9 179,9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13 355,7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13 405,7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13 405,7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13 405,7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13 405,7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76 158,4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0"/>
        </w:trPr>
        <w:tblPrEx/>
        <w:tc>
          <w:tcPr>
            <w:tcW w:w="975" w:type="dxa"/>
            <w:vMerge w:val="continue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</w:p>
        </w:tc>
        <w:tc>
          <w:tcPr>
            <w:tcW w:w="7095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ind w:left="57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бюджет ХМАО-Югры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6 312,0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7 619,9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7 669,9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7 669,9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7 669,9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7 669,9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44 611,5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0"/>
        </w:trPr>
        <w:tblPrEx/>
        <w:tc>
          <w:tcPr>
            <w:tcW w:w="975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</w:p>
        </w:tc>
        <w:tc>
          <w:tcPr>
            <w:tcW w:w="7095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ind w:left="57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2 867,9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5 735,8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5 735,8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5 735,8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5 735,8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5 735,8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31 546,9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487"/>
        </w:trPr>
        <w:tblPrEx/>
        <w:tc>
          <w:tcPr>
            <w:tcW w:w="97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3.4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7095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ind w:left="57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Меропритие "Реализация мероприятий, направленных на поддержку добровольчества (волонтерства)"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91,8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91,8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91,8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91,8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91,8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91,8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550,8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0"/>
        </w:trPr>
        <w:tblPrEx/>
        <w:tc>
          <w:tcPr>
            <w:tcW w:w="9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</w:p>
        </w:tc>
        <w:tc>
          <w:tcPr>
            <w:tcW w:w="7095" w:type="dxa"/>
            <w:gridSpan w:val="6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ind w:left="57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91,8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91,8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91,8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91,8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91,8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91,8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550,8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449"/>
        </w:trPr>
        <w:tblPrEx/>
        <w:tc>
          <w:tcPr>
            <w:tcW w:w="9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709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ind w:left="57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Комплекс процессных мероприятий "Организация отдыха и оздоровления детей" (всего), в том числе: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68 311,2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62 733,6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65 782,8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65 782,8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65 782,8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65 782,8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394 176,0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0"/>
        </w:trPr>
        <w:tblPrEx/>
        <w:tc>
          <w:tcPr>
            <w:tcW w:w="9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</w:p>
        </w:tc>
        <w:tc>
          <w:tcPr>
            <w:tcW w:w="709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ind w:left="57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бюджет ХМАО-Югры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16 995,2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17 631,7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17 631,7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17 631,7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17 631,7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17 631,7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105 153,7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0"/>
        </w:trPr>
        <w:tblPrEx/>
        <w:tc>
          <w:tcPr>
            <w:tcW w:w="9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</w:p>
        </w:tc>
        <w:tc>
          <w:tcPr>
            <w:tcW w:w="709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ind w:left="57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51 316,0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45 101,9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48 151,1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48 151,1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48 151,1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48 151,1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289 022,3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535"/>
        </w:trPr>
        <w:tblPrEx/>
        <w:tc>
          <w:tcPr>
            <w:tcW w:w="975" w:type="dxa"/>
            <w:vMerge w:val="restart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4.1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7095" w:type="dxa"/>
            <w:gridSpan w:val="6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ind w:left="57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Мероприятие "Обеспечение деятельности МАУ ФКиС Белоярского района "База спорта и отдыха "Северянка"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50 887,4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44 707,7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47 756,9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47 756,9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47 756,9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47 756,9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286 622,7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0"/>
        </w:trPr>
        <w:tblPrEx/>
        <w:tc>
          <w:tcPr>
            <w:tcW w:w="9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</w:p>
        </w:tc>
        <w:tc>
          <w:tcPr>
            <w:tcW w:w="7095" w:type="dxa"/>
            <w:gridSpan w:val="6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ind w:left="57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50 887,4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44 707,7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47 756,9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47 756,9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47 756,9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47 756,9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286 622,7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731"/>
        </w:trPr>
        <w:tblPrEx/>
        <w:tc>
          <w:tcPr>
            <w:tcW w:w="9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4.2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709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ind w:left="57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Мероприятие "Организация отдыха и оздоровления детей в лагере с дневным пребыванием детей на базе учреждений физической культуры и спорта"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902,8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874,8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874,8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874,8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874,8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874,8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5 276,8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0"/>
        </w:trPr>
        <w:tblPrEx/>
        <w:tc>
          <w:tcPr>
            <w:tcW w:w="9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</w:p>
        </w:tc>
        <w:tc>
          <w:tcPr>
            <w:tcW w:w="709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ind w:left="57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бюджет ХМАО-Югры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474,2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480,6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480,6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480,6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480,6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480,6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2 877,2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0"/>
        </w:trPr>
        <w:tblPrEx/>
        <w:tc>
          <w:tcPr>
            <w:tcW w:w="9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</w:p>
        </w:tc>
        <w:tc>
          <w:tcPr>
            <w:tcW w:w="709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ind w:left="57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428,6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394,2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394,2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394,2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394,2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394,2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2 399,6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735"/>
        </w:trPr>
        <w:tblPrEx/>
        <w:tc>
          <w:tcPr>
            <w:tcW w:w="975" w:type="dxa"/>
            <w:vMerge w:val="restart"/>
            <w:tcBorders>
              <w:top w:val="singl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4.3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7095" w:type="dxa"/>
            <w:gridSpan w:val="6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ind w:left="57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Мероприятие "Предоставление детям  в возрасте от 6 до 17 лет путевок в организации, обеспечивающие отдых и оздоровление детей"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16 521,0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17 151,1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17 151,1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17 151,1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17 151,1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17 151,1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102 276,5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0"/>
        </w:trPr>
        <w:tblPrEx/>
        <w:tc>
          <w:tcPr>
            <w:tcW w:w="975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</w:p>
        </w:tc>
        <w:tc>
          <w:tcPr>
            <w:tcW w:w="7095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ind w:left="57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бюджет ХМАО-Югры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16 521,0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17 151,1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17 151,1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17 151,1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17 151,1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17 151,1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102 276,5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585"/>
        </w:trPr>
        <w:tblPrEx/>
        <w:tc>
          <w:tcPr>
            <w:tcW w:w="975" w:type="dxa"/>
            <w:vMerge w:val="restart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7095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ind w:left="57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Комплекс процессных мероприятий "Создание условий для организации отдыха и оздоровления детей"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198,0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198,0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198,0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198,0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198,0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198,0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1 188,0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0"/>
        </w:trPr>
        <w:tblPrEx/>
        <w:tc>
          <w:tcPr>
            <w:tcW w:w="975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</w:p>
        </w:tc>
        <w:tc>
          <w:tcPr>
            <w:tcW w:w="7095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ind w:left="57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198,0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198,0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198,0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198,0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198,0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198,0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1 188,0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360"/>
        </w:trPr>
        <w:tblPrEx/>
        <w:tc>
          <w:tcPr>
            <w:tcW w:w="975" w:type="dxa"/>
            <w:vMerge w:val="restart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7095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ind w:left="57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Комплекс процессных мероприятий "Развитие отраслевой инфраструктуры»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0"/>
        </w:trPr>
        <w:tblPrEx/>
        <w:tc>
          <w:tcPr>
            <w:tcW w:w="975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</w:p>
        </w:tc>
        <w:tc>
          <w:tcPr>
            <w:tcW w:w="7095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ind w:left="57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599"/>
        </w:trPr>
        <w:tblPrEx/>
        <w:tc>
          <w:tcPr>
            <w:tcW w:w="975" w:type="dxa"/>
            <w:vMerge w:val="restart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7095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ind w:left="57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Комплекс процессных мероприятий "Обеспечение деятельности органов местного самоуправления Белоярского района"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21 797,4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20 644,6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20 669,9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20 669,9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20 669,9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20 669,9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125 121,6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390"/>
        </w:trPr>
        <w:tblPrEx/>
        <w:tc>
          <w:tcPr>
            <w:tcW w:w="975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</w:p>
        </w:tc>
        <w:tc>
          <w:tcPr>
            <w:tcW w:w="7095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ind w:left="57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21 797,4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20 644,6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20 669,9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20 669,9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20 669,9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20 669,9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125 121,6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600"/>
        </w:trPr>
        <w:tblPrEx/>
        <w:tc>
          <w:tcPr>
            <w:tcW w:w="975" w:type="dxa"/>
            <w:vMerge w:val="restart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7.1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7095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ind w:left="57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Мероприятие "Обеспечение функций управления в сфере физической культуры, спорта и молодежной политики"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21 797,4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20 644,6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20 669,9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20 669,9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20 669,9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20 669,9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125 121,6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0"/>
        </w:trPr>
        <w:tblPrEx/>
        <w:tc>
          <w:tcPr>
            <w:tcW w:w="975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</w:p>
        </w:tc>
        <w:tc>
          <w:tcPr>
            <w:tcW w:w="7095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ind w:left="57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21 797,4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20 644,6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20 669,9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20 669,9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20 669,9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20 669,9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themeColor="background1" w:fill="ffffff" w:themeFill="background1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125 121,6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</w:tbl>
    <w:p>
      <w:pPr>
        <w:pStyle w:val="83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».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0"/>
        <w:jc w:val="righ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0"/>
        <w:jc w:val="righ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_________________</w:t>
      </w:r>
      <w:r>
        <w:rPr>
          <w:sz w:val="24"/>
          <w:szCs w:val="24"/>
        </w:rPr>
      </w:r>
      <w:r>
        <w:rPr>
          <w:sz w:val="24"/>
          <w:szCs w:val="24"/>
        </w:rPr>
      </w:r>
    </w:p>
    <w:sectPr>
      <w:footnotePr/>
      <w:endnotePr/>
      <w:type w:val="nextPage"/>
      <w:pgSz w:w="16838" w:h="11906" w:orient="landscape"/>
      <w:pgMar w:top="993" w:right="1134" w:bottom="568" w:left="1134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Courier New">
    <w:panose1 w:val="02070309020205020404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SimSun">
    <w:panose1 w:val="02010600030101010101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SimSun" w:cs="Times New Roma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0"/>
    <w:next w:val="830"/>
    <w:link w:val="872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7">
    <w:name w:val="Heading 2"/>
    <w:basedOn w:val="830"/>
    <w:next w:val="830"/>
    <w:link w:val="873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874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9">
    <w:name w:val="Heading 4"/>
    <w:basedOn w:val="830"/>
    <w:next w:val="830"/>
    <w:link w:val="660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0">
    <w:name w:val="Heading 4 Char"/>
    <w:link w:val="659"/>
    <w:uiPriority w:val="9"/>
    <w:rPr>
      <w:rFonts w:ascii="Arial" w:hAnsi="Arial" w:eastAsia="Arial" w:cs="Arial"/>
      <w:b/>
      <w:bCs/>
      <w:sz w:val="26"/>
      <w:szCs w:val="26"/>
    </w:rPr>
  </w:style>
  <w:style w:type="paragraph" w:styleId="661">
    <w:name w:val="Heading 5"/>
    <w:basedOn w:val="830"/>
    <w:next w:val="830"/>
    <w:link w:val="662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2">
    <w:name w:val="Heading 5 Char"/>
    <w:link w:val="661"/>
    <w:uiPriority w:val="9"/>
    <w:rPr>
      <w:rFonts w:ascii="Arial" w:hAnsi="Arial" w:eastAsia="Arial" w:cs="Arial"/>
      <w:b/>
      <w:bCs/>
      <w:sz w:val="24"/>
      <w:szCs w:val="24"/>
    </w:rPr>
  </w:style>
  <w:style w:type="paragraph" w:styleId="663">
    <w:name w:val="Heading 6"/>
    <w:basedOn w:val="830"/>
    <w:next w:val="830"/>
    <w:link w:val="664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4">
    <w:name w:val="Heading 6 Char"/>
    <w:link w:val="663"/>
    <w:uiPriority w:val="9"/>
    <w:rPr>
      <w:rFonts w:ascii="Arial" w:hAnsi="Arial" w:eastAsia="Arial" w:cs="Arial"/>
      <w:b/>
      <w:bCs/>
      <w:sz w:val="22"/>
      <w:szCs w:val="22"/>
    </w:rPr>
  </w:style>
  <w:style w:type="paragraph" w:styleId="665">
    <w:name w:val="Heading 7"/>
    <w:basedOn w:val="830"/>
    <w:next w:val="830"/>
    <w:link w:val="666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6">
    <w:name w:val="Heading 7 Char"/>
    <w:link w:val="66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7">
    <w:name w:val="Heading 8"/>
    <w:basedOn w:val="830"/>
    <w:next w:val="830"/>
    <w:link w:val="668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8">
    <w:name w:val="Heading 8 Char"/>
    <w:link w:val="667"/>
    <w:uiPriority w:val="9"/>
    <w:rPr>
      <w:rFonts w:ascii="Arial" w:hAnsi="Arial" w:eastAsia="Arial" w:cs="Arial"/>
      <w:i/>
      <w:iCs/>
      <w:sz w:val="22"/>
      <w:szCs w:val="22"/>
    </w:rPr>
  </w:style>
  <w:style w:type="paragraph" w:styleId="669">
    <w:name w:val="Heading 9"/>
    <w:basedOn w:val="830"/>
    <w:next w:val="830"/>
    <w:link w:val="670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0">
    <w:name w:val="Heading 9 Char"/>
    <w:link w:val="669"/>
    <w:uiPriority w:val="9"/>
    <w:rPr>
      <w:rFonts w:ascii="Arial" w:hAnsi="Arial" w:eastAsia="Arial" w:cs="Arial"/>
      <w:i/>
      <w:iCs/>
      <w:sz w:val="21"/>
      <w:szCs w:val="21"/>
    </w:rPr>
  </w:style>
  <w:style w:type="paragraph" w:styleId="671">
    <w:name w:val="List Paragraph"/>
    <w:basedOn w:val="830"/>
    <w:uiPriority w:val="34"/>
    <w:qFormat/>
    <w:pPr>
      <w:ind w:left="720"/>
      <w:contextualSpacing/>
    </w:pPr>
  </w:style>
  <w:style w:type="paragraph" w:styleId="672">
    <w:name w:val="Title"/>
    <w:basedOn w:val="830"/>
    <w:next w:val="830"/>
    <w:link w:val="673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3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link w:val="68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link w:val="684"/>
    <w:uiPriority w:val="35"/>
    <w:rPr>
      <w:b/>
      <w:bCs/>
      <w:color w:val="4f81bd" w:themeColor="accent1"/>
      <w:sz w:val="18"/>
      <w:szCs w:val="18"/>
    </w:rPr>
  </w:style>
  <w:style w:type="table" w:styleId="68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5d8dc2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9bba59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72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4f81bd" w:themeFill="accent1"/>
      </w:tcPr>
    </w:tblStylePr>
  </w:style>
  <w:style w:type="table" w:styleId="72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c0504d" w:themeFill="accent2"/>
      </w:tcPr>
    </w:tblStylePr>
  </w:style>
  <w:style w:type="table" w:styleId="72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9bbb59" w:themeFill="accent3"/>
      </w:tcPr>
    </w:tblStylePr>
  </w:style>
  <w:style w:type="table" w:styleId="72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8064a2" w:themeFill="accent4"/>
      </w:tcPr>
    </w:tblStylePr>
  </w:style>
  <w:style w:type="table" w:styleId="72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4bacc6" w:themeFill="accent5"/>
      </w:tcPr>
    </w:tblStylePr>
  </w:style>
  <w:style w:type="table" w:styleId="72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f79646" w:themeFill="accent6"/>
      </w:tcPr>
    </w:tblStylePr>
  </w:style>
  <w:style w:type="table" w:styleId="72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3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3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3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  <w:shd w:val="clear" w:color="ffffff"/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3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4f81bd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4f81bd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d99694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3d69b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b2a1c6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91cddc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f9bf90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spacing w:after="57"/>
      <w:ind w:left="0" w:right="0" w:firstLine="0"/>
    </w:pPr>
  </w:style>
  <w:style w:type="paragraph" w:styleId="820">
    <w:name w:val="toc 2"/>
    <w:basedOn w:val="830"/>
    <w:next w:val="830"/>
    <w:uiPriority w:val="39"/>
    <w:unhideWhenUsed/>
    <w:pPr>
      <w:spacing w:after="57"/>
      <w:ind w:left="283" w:right="0" w:firstLine="0"/>
    </w:pPr>
  </w:style>
  <w:style w:type="paragraph" w:styleId="821">
    <w:name w:val="toc 3"/>
    <w:basedOn w:val="830"/>
    <w:next w:val="830"/>
    <w:uiPriority w:val="39"/>
    <w:unhideWhenUsed/>
    <w:pPr>
      <w:spacing w:after="57"/>
      <w:ind w:left="567" w:right="0" w:firstLine="0"/>
    </w:pPr>
  </w:style>
  <w:style w:type="paragraph" w:styleId="822">
    <w:name w:val="toc 4"/>
    <w:basedOn w:val="830"/>
    <w:next w:val="830"/>
    <w:uiPriority w:val="39"/>
    <w:unhideWhenUsed/>
    <w:pPr>
      <w:spacing w:after="57"/>
      <w:ind w:left="850" w:right="0" w:firstLine="0"/>
    </w:pPr>
  </w:style>
  <w:style w:type="paragraph" w:styleId="823">
    <w:name w:val="toc 5"/>
    <w:basedOn w:val="830"/>
    <w:next w:val="830"/>
    <w:uiPriority w:val="39"/>
    <w:unhideWhenUsed/>
    <w:pPr>
      <w:spacing w:after="57"/>
      <w:ind w:left="1134" w:right="0" w:firstLine="0"/>
    </w:pPr>
  </w:style>
  <w:style w:type="paragraph" w:styleId="824">
    <w:name w:val="toc 6"/>
    <w:basedOn w:val="830"/>
    <w:next w:val="830"/>
    <w:uiPriority w:val="39"/>
    <w:unhideWhenUsed/>
    <w:pPr>
      <w:spacing w:after="57"/>
      <w:ind w:left="1417" w:right="0" w:firstLine="0"/>
    </w:pPr>
  </w:style>
  <w:style w:type="paragraph" w:styleId="825">
    <w:name w:val="toc 7"/>
    <w:basedOn w:val="830"/>
    <w:next w:val="830"/>
    <w:uiPriority w:val="39"/>
    <w:unhideWhenUsed/>
    <w:pPr>
      <w:spacing w:after="57"/>
      <w:ind w:left="1701" w:right="0" w:firstLine="0"/>
    </w:pPr>
  </w:style>
  <w:style w:type="paragraph" w:styleId="826">
    <w:name w:val="toc 8"/>
    <w:basedOn w:val="830"/>
    <w:next w:val="830"/>
    <w:uiPriority w:val="39"/>
    <w:unhideWhenUsed/>
    <w:pPr>
      <w:spacing w:after="57"/>
      <w:ind w:left="1984" w:right="0" w:firstLine="0"/>
    </w:pPr>
  </w:style>
  <w:style w:type="paragraph" w:styleId="827">
    <w:name w:val="toc 9"/>
    <w:basedOn w:val="830"/>
    <w:next w:val="830"/>
    <w:uiPriority w:val="39"/>
    <w:unhideWhenUsed/>
    <w:pPr>
      <w:spacing w:after="57"/>
      <w:ind w:left="2268" w:right="0" w:firstLine="0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next w:val="830"/>
    <w:link w:val="830"/>
    <w:qFormat/>
    <w:rPr>
      <w:rFonts w:eastAsia="Times New Roman"/>
      <w:lang w:val="ru-RU" w:eastAsia="ru-RU" w:bidi="ar-SA"/>
    </w:rPr>
  </w:style>
  <w:style w:type="paragraph" w:styleId="831">
    <w:name w:val="Заголовок 1"/>
    <w:basedOn w:val="830"/>
    <w:next w:val="830"/>
    <w:link w:val="836"/>
    <w:qFormat/>
    <w:pPr>
      <w:keepNext/>
      <w:jc w:val="center"/>
      <w:outlineLvl w:val="0"/>
    </w:pPr>
    <w:rPr>
      <w:b/>
      <w:sz w:val="28"/>
    </w:rPr>
  </w:style>
  <w:style w:type="paragraph" w:styleId="832">
    <w:name w:val="Заголовок 2"/>
    <w:basedOn w:val="830"/>
    <w:next w:val="830"/>
    <w:link w:val="837"/>
    <w:qFormat/>
    <w:pPr>
      <w:keepNext/>
      <w:jc w:val="center"/>
      <w:outlineLvl w:val="1"/>
    </w:pPr>
    <w:rPr>
      <w:b/>
      <w:sz w:val="24"/>
    </w:rPr>
  </w:style>
  <w:style w:type="paragraph" w:styleId="833">
    <w:name w:val="Заголовок 3"/>
    <w:basedOn w:val="830"/>
    <w:next w:val="830"/>
    <w:link w:val="838"/>
    <w:qFormat/>
    <w:pPr>
      <w:keepNext/>
      <w:jc w:val="center"/>
      <w:outlineLvl w:val="2"/>
    </w:pPr>
    <w:rPr>
      <w:sz w:val="28"/>
    </w:rPr>
  </w:style>
  <w:style w:type="character" w:styleId="834">
    <w:name w:val="Основной шрифт абзаца"/>
    <w:next w:val="834"/>
    <w:link w:val="830"/>
    <w:uiPriority w:val="1"/>
    <w:unhideWhenUsed/>
  </w:style>
  <w:style w:type="table" w:styleId="835">
    <w:name w:val="Обычная таблица"/>
    <w:next w:val="835"/>
    <w:link w:val="830"/>
    <w:uiPriority w:val="99"/>
    <w:unhideWhenUsed/>
    <w:tblPr/>
  </w:style>
  <w:style w:type="character" w:styleId="836">
    <w:name w:val="Заголовок 1 Знак"/>
    <w:next w:val="836"/>
    <w:link w:val="831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837">
    <w:name w:val="Заголовок 2 Знак"/>
    <w:next w:val="837"/>
    <w:link w:val="832"/>
    <w:rPr>
      <w:rFonts w:ascii="Times New Roman" w:hAnsi="Times New Roman" w:eastAsia="Times New Roman"/>
      <w:b/>
      <w:sz w:val="24"/>
    </w:rPr>
  </w:style>
  <w:style w:type="character" w:styleId="838">
    <w:name w:val="Заголовок 3 Знак"/>
    <w:next w:val="838"/>
    <w:link w:val="833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839">
    <w:name w:val="Просмотренная гиперссылка"/>
    <w:next w:val="839"/>
    <w:link w:val="830"/>
    <w:uiPriority w:val="99"/>
    <w:rPr>
      <w:color w:val="800080"/>
      <w:u w:val="single"/>
    </w:rPr>
  </w:style>
  <w:style w:type="character" w:styleId="840">
    <w:name w:val="Знак примечания"/>
    <w:next w:val="840"/>
    <w:link w:val="830"/>
    <w:uiPriority w:val="99"/>
    <w:rPr>
      <w:sz w:val="16"/>
      <w:szCs w:val="16"/>
    </w:rPr>
  </w:style>
  <w:style w:type="character" w:styleId="841">
    <w:name w:val="Гиперссылка"/>
    <w:next w:val="841"/>
    <w:link w:val="830"/>
    <w:uiPriority w:val="99"/>
    <w:unhideWhenUsed/>
    <w:rPr>
      <w:color w:val="0000ff"/>
      <w:u w:val="single"/>
    </w:rPr>
  </w:style>
  <w:style w:type="character" w:styleId="842">
    <w:name w:val="Номер страницы"/>
    <w:next w:val="842"/>
    <w:link w:val="830"/>
  </w:style>
  <w:style w:type="paragraph" w:styleId="843">
    <w:name w:val="Текст выноски"/>
    <w:basedOn w:val="830"/>
    <w:next w:val="843"/>
    <w:link w:val="844"/>
    <w:uiPriority w:val="99"/>
    <w:unhideWhenUsed/>
    <w:rPr>
      <w:rFonts w:ascii="Tahoma" w:hAnsi="Tahoma"/>
      <w:sz w:val="16"/>
      <w:szCs w:val="16"/>
    </w:rPr>
  </w:style>
  <w:style w:type="character" w:styleId="844">
    <w:name w:val="Текст выноски Знак"/>
    <w:next w:val="844"/>
    <w:link w:val="843"/>
    <w:uiPriority w:val="99"/>
    <w:rPr>
      <w:rFonts w:ascii="Tahoma" w:hAnsi="Tahoma" w:eastAsia="Times New Roman" w:cs="Tahoma"/>
      <w:sz w:val="16"/>
      <w:szCs w:val="16"/>
      <w:lang w:eastAsia="ru-RU"/>
    </w:rPr>
  </w:style>
  <w:style w:type="paragraph" w:styleId="845">
    <w:name w:val="Основной текст 2"/>
    <w:basedOn w:val="830"/>
    <w:next w:val="845"/>
    <w:link w:val="846"/>
    <w:pPr>
      <w:spacing w:after="120" w:line="480" w:lineRule="auto"/>
    </w:pPr>
  </w:style>
  <w:style w:type="character" w:styleId="846">
    <w:name w:val="Основной текст 2 Знак"/>
    <w:next w:val="846"/>
    <w:link w:val="845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47">
    <w:name w:val="Текст"/>
    <w:basedOn w:val="830"/>
    <w:next w:val="847"/>
    <w:link w:val="848"/>
    <w:uiPriority w:val="99"/>
    <w:unhideWhenUsed/>
    <w:rPr>
      <w:rFonts w:ascii="Calibri" w:hAnsi="Calibri" w:eastAsia="Calibri"/>
      <w:sz w:val="22"/>
      <w:szCs w:val="21"/>
      <w:lang w:eastAsia="en-US"/>
    </w:rPr>
  </w:style>
  <w:style w:type="character" w:styleId="848">
    <w:name w:val="Текст Знак"/>
    <w:next w:val="848"/>
    <w:link w:val="847"/>
    <w:uiPriority w:val="99"/>
    <w:rPr>
      <w:sz w:val="22"/>
      <w:szCs w:val="21"/>
      <w:lang w:eastAsia="en-US"/>
    </w:rPr>
  </w:style>
  <w:style w:type="paragraph" w:styleId="849">
    <w:name w:val="Основной текст с отступом 3"/>
    <w:basedOn w:val="830"/>
    <w:next w:val="849"/>
    <w:link w:val="850"/>
    <w:pPr>
      <w:jc w:val="center"/>
    </w:pPr>
    <w:rPr>
      <w:sz w:val="24"/>
    </w:rPr>
  </w:style>
  <w:style w:type="character" w:styleId="850">
    <w:name w:val="Основной текст с отступом 3 Знак"/>
    <w:next w:val="850"/>
    <w:link w:val="849"/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851">
    <w:name w:val="Текст примечания"/>
    <w:basedOn w:val="830"/>
    <w:next w:val="851"/>
    <w:link w:val="852"/>
  </w:style>
  <w:style w:type="character" w:styleId="852">
    <w:name w:val="Текст примечания Знак"/>
    <w:next w:val="852"/>
    <w:link w:val="851"/>
    <w:rPr>
      <w:rFonts w:ascii="Times New Roman" w:hAnsi="Times New Roman" w:eastAsia="Times New Roman"/>
    </w:rPr>
  </w:style>
  <w:style w:type="paragraph" w:styleId="853">
    <w:name w:val="Тема примечания"/>
    <w:basedOn w:val="851"/>
    <w:next w:val="851"/>
    <w:link w:val="854"/>
    <w:uiPriority w:val="99"/>
    <w:unhideWhenUsed/>
    <w:pPr>
      <w:spacing w:after="200" w:line="276" w:lineRule="auto"/>
    </w:pPr>
    <w:rPr>
      <w:b/>
      <w:bCs/>
      <w:lang w:eastAsia="en-US"/>
    </w:rPr>
  </w:style>
  <w:style w:type="character" w:styleId="854">
    <w:name w:val="Тема примечания Знак"/>
    <w:next w:val="854"/>
    <w:link w:val="853"/>
    <w:uiPriority w:val="99"/>
    <w:rPr>
      <w:rFonts w:ascii="Times New Roman" w:hAnsi="Times New Roman" w:eastAsia="Times New Roman"/>
      <w:b/>
      <w:bCs/>
      <w:lang w:eastAsia="en-US"/>
    </w:rPr>
  </w:style>
  <w:style w:type="paragraph" w:styleId="855">
    <w:name w:val="Верхний колонтитул"/>
    <w:basedOn w:val="830"/>
    <w:next w:val="855"/>
    <w:link w:val="856"/>
    <w:uiPriority w:val="99"/>
    <w:pPr>
      <w:tabs>
        <w:tab w:val="center" w:pos="4677" w:leader="none"/>
        <w:tab w:val="right" w:pos="9355" w:leader="none"/>
      </w:tabs>
    </w:pPr>
    <w:rPr>
      <w:sz w:val="24"/>
      <w:szCs w:val="24"/>
      <w:lang w:eastAsia="en-US"/>
    </w:rPr>
  </w:style>
  <w:style w:type="character" w:styleId="856">
    <w:name w:val="Верхний колонтитул Знак"/>
    <w:next w:val="856"/>
    <w:link w:val="855"/>
    <w:uiPriority w:val="99"/>
    <w:rPr>
      <w:rFonts w:ascii="Times New Roman" w:hAnsi="Times New Roman" w:eastAsia="Times New Roman"/>
      <w:sz w:val="24"/>
      <w:szCs w:val="24"/>
      <w:lang w:eastAsia="en-US"/>
    </w:rPr>
  </w:style>
  <w:style w:type="paragraph" w:styleId="857">
    <w:name w:val="Нижний колонтитул"/>
    <w:basedOn w:val="830"/>
    <w:next w:val="857"/>
    <w:link w:val="858"/>
    <w:uiPriority w:val="99"/>
    <w:pPr>
      <w:tabs>
        <w:tab w:val="center" w:pos="4677" w:leader="none"/>
        <w:tab w:val="right" w:pos="9355" w:leader="none"/>
      </w:tabs>
    </w:pPr>
    <w:rPr>
      <w:sz w:val="24"/>
      <w:szCs w:val="24"/>
      <w:lang w:eastAsia="en-US"/>
    </w:rPr>
  </w:style>
  <w:style w:type="character" w:styleId="858">
    <w:name w:val="Нижний колонтитул Знак"/>
    <w:next w:val="858"/>
    <w:link w:val="857"/>
    <w:uiPriority w:val="99"/>
    <w:rPr>
      <w:rFonts w:ascii="Times New Roman" w:hAnsi="Times New Roman" w:eastAsia="Times New Roman"/>
      <w:sz w:val="24"/>
      <w:szCs w:val="24"/>
      <w:lang w:eastAsia="en-US"/>
    </w:rPr>
  </w:style>
  <w:style w:type="paragraph" w:styleId="859">
    <w:name w:val="Обычный (веб)"/>
    <w:basedOn w:val="830"/>
    <w:next w:val="859"/>
    <w:link w:val="830"/>
    <w:pPr>
      <w:spacing w:before="100" w:beforeAutospacing="1" w:after="100" w:afterAutospacing="1"/>
    </w:pPr>
    <w:rPr>
      <w:sz w:val="24"/>
      <w:szCs w:val="24"/>
    </w:rPr>
  </w:style>
  <w:style w:type="paragraph" w:styleId="860">
    <w:name w:val="Основной текст 3"/>
    <w:basedOn w:val="830"/>
    <w:next w:val="860"/>
    <w:link w:val="861"/>
    <w:pPr>
      <w:spacing w:after="120"/>
    </w:pPr>
    <w:rPr>
      <w:sz w:val="16"/>
      <w:szCs w:val="16"/>
    </w:rPr>
  </w:style>
  <w:style w:type="character" w:styleId="861">
    <w:name w:val="Основной текст 3 Знак"/>
    <w:next w:val="861"/>
    <w:link w:val="860"/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862">
    <w:name w:val="Стандартный HTML"/>
    <w:basedOn w:val="830"/>
    <w:next w:val="862"/>
    <w:link w:val="863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alibri"/>
    </w:rPr>
  </w:style>
  <w:style w:type="character" w:styleId="863">
    <w:name w:val="Стандартный HTML Знак"/>
    <w:next w:val="863"/>
    <w:link w:val="862"/>
    <w:rPr>
      <w:rFonts w:ascii="Courier New" w:hAnsi="Courier New"/>
    </w:rPr>
  </w:style>
  <w:style w:type="table" w:styleId="864">
    <w:name w:val="Сетка таблицы"/>
    <w:basedOn w:val="835"/>
    <w:next w:val="864"/>
    <w:link w:val="830"/>
    <w:uiPriority w:val="39"/>
    <w:rPr>
      <w:rFonts w:ascii="Times New Roman" w:hAnsi="Times New Roman" w:eastAsia="Times New Roman"/>
    </w:rPr>
    <w:tblPr/>
  </w:style>
  <w:style w:type="paragraph" w:styleId="865">
    <w:name w:val="Знак1 Знак Знак Знак1"/>
    <w:basedOn w:val="830"/>
    <w:next w:val="865"/>
    <w:link w:val="83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866">
    <w:name w:val="Абзац списка"/>
    <w:basedOn w:val="830"/>
    <w:next w:val="866"/>
    <w:link w:val="830"/>
    <w:uiPriority w:val="34"/>
    <w:qFormat/>
    <w:pPr>
      <w:ind w:left="720"/>
      <w:contextualSpacing/>
    </w:pPr>
  </w:style>
  <w:style w:type="paragraph" w:styleId="867">
    <w:name w:val="ConsPlusNormal"/>
    <w:next w:val="867"/>
    <w:link w:val="868"/>
    <w:qFormat/>
    <w:pPr>
      <w:widowControl w:val="off"/>
      <w:ind w:firstLine="720"/>
    </w:pPr>
    <w:rPr>
      <w:rFonts w:ascii="Arial" w:hAnsi="Arial" w:eastAsia="Times New Roman" w:cs="Arial"/>
      <w:lang w:val="ru-RU" w:eastAsia="ru-RU" w:bidi="ar-SA"/>
    </w:rPr>
  </w:style>
  <w:style w:type="character" w:styleId="868">
    <w:name w:val="ConsPlusNormal Знак"/>
    <w:next w:val="868"/>
    <w:link w:val="867"/>
    <w:rPr>
      <w:rFonts w:ascii="Arial" w:hAnsi="Arial" w:eastAsia="Times New Roman" w:cs="Arial"/>
      <w:lang w:val="ru-RU" w:eastAsia="ru-RU" w:bidi="ar-SA"/>
    </w:rPr>
  </w:style>
  <w:style w:type="paragraph" w:styleId="869">
    <w:name w:val="ConsPlusTitle"/>
    <w:next w:val="869"/>
    <w:link w:val="830"/>
    <w:pPr>
      <w:widowControl w:val="off"/>
    </w:pPr>
    <w:rPr>
      <w:rFonts w:ascii="Arial" w:hAnsi="Arial" w:eastAsia="Times New Roman" w:cs="Arial"/>
      <w:b/>
      <w:bCs/>
      <w:lang w:val="ru-RU" w:eastAsia="ru-RU" w:bidi="ar-SA"/>
    </w:rPr>
  </w:style>
  <w:style w:type="paragraph" w:styleId="870">
    <w:name w:val="ConsPlusNonformat"/>
    <w:next w:val="870"/>
    <w:link w:val="830"/>
    <w:uiPriority w:val="99"/>
    <w:pPr>
      <w:widowControl w:val="off"/>
    </w:pPr>
    <w:rPr>
      <w:rFonts w:ascii="Courier New" w:hAnsi="Courier New" w:eastAsia="Times New Roman" w:cs="Courier New"/>
      <w:lang w:val="ru-RU" w:eastAsia="ru-RU" w:bidi="ar-SA"/>
    </w:rPr>
  </w:style>
  <w:style w:type="paragraph" w:styleId="871">
    <w:name w:val="ConsNormal"/>
    <w:next w:val="871"/>
    <w:link w:val="830"/>
    <w:pPr>
      <w:widowControl w:val="off"/>
      <w:ind w:firstLine="720"/>
    </w:pPr>
    <w:rPr>
      <w:rFonts w:ascii="Arial" w:hAnsi="Arial" w:eastAsia="Times New Roman"/>
      <w:lang w:val="ru-RU" w:eastAsia="ru-RU" w:bidi="ar-SA"/>
    </w:rPr>
  </w:style>
  <w:style w:type="character" w:styleId="872">
    <w:name w:val="Heading 1 Char"/>
    <w:next w:val="872"/>
    <w:link w:val="830"/>
    <w:rPr>
      <w:rFonts w:cs="Times New Roman"/>
      <w:b/>
      <w:sz w:val="28"/>
      <w:lang w:val="ru-RU" w:eastAsia="ru-RU" w:bidi="ar-SA"/>
    </w:rPr>
  </w:style>
  <w:style w:type="character" w:styleId="873">
    <w:name w:val="Heading 2 Char"/>
    <w:next w:val="873"/>
    <w:link w:val="830"/>
    <w:semiHidden/>
    <w:rPr>
      <w:rFonts w:cs="Times New Roman"/>
      <w:b/>
      <w:sz w:val="24"/>
      <w:lang w:val="ru-RU" w:eastAsia="ru-RU" w:bidi="ar-SA"/>
    </w:rPr>
  </w:style>
  <w:style w:type="character" w:styleId="874">
    <w:name w:val="Heading 3 Char"/>
    <w:next w:val="874"/>
    <w:link w:val="830"/>
    <w:semiHidden/>
    <w:rPr>
      <w:rFonts w:cs="Times New Roman"/>
      <w:sz w:val="28"/>
      <w:lang w:val="ru-RU" w:eastAsia="ru-RU" w:bidi="ar-SA"/>
    </w:rPr>
  </w:style>
  <w:style w:type="paragraph" w:styleId="875">
    <w:name w:val="Без интервала1"/>
    <w:next w:val="875"/>
    <w:link w:val="830"/>
    <w:rPr>
      <w:rFonts w:eastAsia="Times New Roman" w:cs="Calibri"/>
      <w:sz w:val="22"/>
      <w:szCs w:val="22"/>
      <w:lang w:val="ru-RU" w:eastAsia="ru-RU" w:bidi="ar-SA"/>
    </w:rPr>
  </w:style>
  <w:style w:type="character" w:styleId="876">
    <w:name w:val="Стандартный HTML Знак1"/>
    <w:next w:val="876"/>
    <w:link w:val="830"/>
    <w:uiPriority w:val="99"/>
    <w:rPr>
      <w:rFonts w:ascii="Courier New" w:hAnsi="Courier New" w:eastAsia="Times New Roman" w:cs="Courier New"/>
    </w:rPr>
  </w:style>
  <w:style w:type="paragraph" w:styleId="877">
    <w:name w:val="Без интервала"/>
    <w:next w:val="877"/>
    <w:link w:val="830"/>
    <w:qFormat/>
    <w:rPr>
      <w:rFonts w:eastAsia="Times New Roman" w:cs="Calibri"/>
      <w:sz w:val="22"/>
      <w:szCs w:val="22"/>
      <w:lang w:val="ru-RU" w:eastAsia="ru-RU" w:bidi="ar-SA"/>
    </w:rPr>
  </w:style>
  <w:style w:type="paragraph" w:styleId="878">
    <w:name w:val="Знак"/>
    <w:basedOn w:val="830"/>
    <w:next w:val="878"/>
    <w:link w:val="830"/>
    <w:uiPriority w:val="9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879">
    <w:name w:val="Без интервала2"/>
    <w:next w:val="879"/>
    <w:link w:val="830"/>
    <w:rPr>
      <w:rFonts w:eastAsia="Times New Roman" w:cs="Calibri"/>
      <w:sz w:val="22"/>
      <w:szCs w:val="22"/>
      <w:lang w:val="ru-RU" w:eastAsia="ru-RU" w:bidi="ar-SA"/>
    </w:rPr>
  </w:style>
  <w:style w:type="paragraph" w:styleId="880">
    <w:name w:val=" Знак Знак Знак Знак1 Знак Знак1 Знак Знак Знак Знак Знак Знак Знак Знак Знак Знак Знак Знак"/>
    <w:basedOn w:val="830"/>
    <w:next w:val="880"/>
    <w:link w:val="830"/>
    <w:pPr>
      <w:spacing w:after="160" w:line="240" w:lineRule="exact"/>
    </w:pPr>
    <w:rPr>
      <w:rFonts w:ascii="Verdana" w:hAnsi="Verdana"/>
      <w:lang w:val="en-US" w:eastAsia="en-US"/>
    </w:rPr>
  </w:style>
  <w:style w:type="paragraph" w:styleId="881">
    <w:name w:val="ConsPlusTitlePage"/>
    <w:next w:val="881"/>
    <w:link w:val="830"/>
    <w:pPr>
      <w:widowControl w:val="off"/>
    </w:pPr>
    <w:rPr>
      <w:rFonts w:ascii="Tahoma" w:hAnsi="Tahoma" w:eastAsia="Times New Roman" w:cs="Tahoma"/>
      <w:lang w:val="ru-RU" w:eastAsia="ru-RU" w:bidi="ar-SA"/>
    </w:rPr>
  </w:style>
  <w:style w:type="table" w:styleId="882">
    <w:name w:val="TableGrid1"/>
    <w:next w:val="882"/>
    <w:link w:val="830"/>
    <w:rPr>
      <w:rFonts w:eastAsia="Times New Roman"/>
      <w:sz w:val="22"/>
      <w:szCs w:val="22"/>
      <w:lang w:val="ru-RU" w:eastAsia="ru-RU" w:bidi="ar-SA"/>
    </w:rPr>
    <w:tblPr/>
  </w:style>
  <w:style w:type="paragraph" w:styleId="883">
    <w:name w:val="Верхний колонтитул1"/>
    <w:basedOn w:val="830"/>
    <w:next w:val="855"/>
    <w:link w:val="830"/>
    <w:uiPriority w:val="99"/>
    <w:unhideWhenUsed/>
    <w:pPr>
      <w:tabs>
        <w:tab w:val="center" w:pos="4677" w:leader="none"/>
        <w:tab w:val="right" w:pos="9355" w:leader="none"/>
      </w:tabs>
    </w:pPr>
    <w:rPr>
      <w:rFonts w:ascii="Calibri" w:hAnsi="Calibri"/>
      <w:sz w:val="22"/>
      <w:szCs w:val="22"/>
    </w:rPr>
  </w:style>
  <w:style w:type="paragraph" w:styleId="884">
    <w:name w:val="Нижний колонтитул1"/>
    <w:basedOn w:val="830"/>
    <w:next w:val="857"/>
    <w:link w:val="830"/>
    <w:uiPriority w:val="99"/>
    <w:unhideWhenUsed/>
    <w:pPr>
      <w:tabs>
        <w:tab w:val="center" w:pos="4677" w:leader="none"/>
        <w:tab w:val="right" w:pos="9355" w:leader="none"/>
      </w:tabs>
    </w:pPr>
    <w:rPr>
      <w:rFonts w:ascii="Calibri" w:hAnsi="Calibri"/>
      <w:sz w:val="22"/>
      <w:szCs w:val="22"/>
    </w:rPr>
  </w:style>
  <w:style w:type="character" w:styleId="885">
    <w:name w:val="Верхний колонтитул Знак1"/>
    <w:next w:val="885"/>
    <w:link w:val="830"/>
    <w:uiPriority w:val="99"/>
    <w:rPr>
      <w:rFonts w:ascii="Calibri" w:hAnsi="Calibri" w:eastAsia="Calibri" w:cs="Calibri"/>
      <w:color w:val="000000"/>
    </w:rPr>
  </w:style>
  <w:style w:type="character" w:styleId="886">
    <w:name w:val="Нижний колонтитул Знак1"/>
    <w:next w:val="886"/>
    <w:link w:val="830"/>
    <w:uiPriority w:val="99"/>
    <w:rPr>
      <w:rFonts w:ascii="Calibri" w:hAnsi="Calibri" w:eastAsia="Calibri" w:cs="Calibri"/>
      <w:color w:val="000000"/>
    </w:rPr>
  </w:style>
  <w:style w:type="paragraph" w:styleId="887">
    <w:name w:val="font5"/>
    <w:basedOn w:val="830"/>
    <w:next w:val="887"/>
    <w:link w:val="830"/>
    <w:pPr>
      <w:spacing w:before="100" w:beforeAutospacing="1" w:after="100" w:afterAutospacing="1"/>
    </w:pPr>
    <w:rPr>
      <w:color w:val="000000"/>
      <w:sz w:val="21"/>
      <w:szCs w:val="21"/>
    </w:rPr>
  </w:style>
  <w:style w:type="paragraph" w:styleId="888">
    <w:name w:val="font6"/>
    <w:basedOn w:val="830"/>
    <w:next w:val="888"/>
    <w:link w:val="830"/>
    <w:pPr>
      <w:spacing w:before="100" w:beforeAutospacing="1" w:after="100" w:afterAutospacing="1"/>
    </w:pPr>
    <w:rPr>
      <w:color w:val="ff0000"/>
      <w:sz w:val="21"/>
      <w:szCs w:val="21"/>
    </w:rPr>
  </w:style>
  <w:style w:type="paragraph" w:styleId="889">
    <w:name w:val="font7"/>
    <w:basedOn w:val="830"/>
    <w:next w:val="889"/>
    <w:link w:val="830"/>
    <w:pPr>
      <w:spacing w:before="100" w:beforeAutospacing="1" w:after="100" w:afterAutospacing="1"/>
    </w:pPr>
    <w:rPr>
      <w:sz w:val="21"/>
      <w:szCs w:val="21"/>
    </w:rPr>
  </w:style>
  <w:style w:type="paragraph" w:styleId="890">
    <w:name w:val="xl65"/>
    <w:basedOn w:val="830"/>
    <w:next w:val="890"/>
    <w:link w:val="830"/>
    <w:pPr>
      <w:spacing w:before="100" w:beforeAutospacing="1" w:after="100" w:afterAutospacing="1"/>
    </w:pPr>
    <w:rPr>
      <w:color w:val="000000"/>
      <w:sz w:val="21"/>
      <w:szCs w:val="21"/>
    </w:rPr>
  </w:style>
  <w:style w:type="paragraph" w:styleId="891">
    <w:name w:val="xl66"/>
    <w:basedOn w:val="830"/>
    <w:next w:val="891"/>
    <w:link w:val="830"/>
    <w:pPr>
      <w:spacing w:before="100" w:beforeAutospacing="1" w:after="100" w:afterAutospacing="1"/>
      <w:jc w:val="center"/>
    </w:pPr>
    <w:rPr>
      <w:color w:val="000000"/>
      <w:sz w:val="21"/>
      <w:szCs w:val="21"/>
    </w:rPr>
  </w:style>
  <w:style w:type="paragraph" w:styleId="892">
    <w:name w:val="xl67"/>
    <w:basedOn w:val="830"/>
    <w:next w:val="892"/>
    <w:link w:val="830"/>
    <w:pPr>
      <w:spacing w:before="100" w:beforeAutospacing="1" w:after="100" w:afterAutospacing="1"/>
    </w:pPr>
    <w:rPr>
      <w:b/>
      <w:bCs/>
      <w:color w:val="000000"/>
      <w:sz w:val="21"/>
      <w:szCs w:val="21"/>
    </w:rPr>
  </w:style>
  <w:style w:type="paragraph" w:styleId="893">
    <w:name w:val="xl68"/>
    <w:basedOn w:val="830"/>
    <w:next w:val="893"/>
    <w:link w:val="830"/>
    <w:pPr>
      <w:spacing w:before="100" w:beforeAutospacing="1" w:after="100" w:afterAutospacing="1"/>
    </w:pPr>
    <w:rPr>
      <w:color w:val="000000"/>
      <w:sz w:val="21"/>
      <w:szCs w:val="21"/>
    </w:rPr>
  </w:style>
  <w:style w:type="paragraph" w:styleId="894">
    <w:name w:val="xl69"/>
    <w:basedOn w:val="830"/>
    <w:next w:val="894"/>
    <w:link w:val="83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  <w:rPr>
      <w:color w:val="000000"/>
      <w:sz w:val="21"/>
      <w:szCs w:val="21"/>
    </w:rPr>
  </w:style>
  <w:style w:type="paragraph" w:styleId="895">
    <w:name w:val="xl70"/>
    <w:basedOn w:val="830"/>
    <w:next w:val="895"/>
    <w:link w:val="83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  <w:rPr>
      <w:b/>
      <w:bCs/>
      <w:color w:val="000000"/>
      <w:sz w:val="21"/>
      <w:szCs w:val="21"/>
    </w:rPr>
  </w:style>
  <w:style w:type="paragraph" w:styleId="896">
    <w:name w:val="xl71"/>
    <w:basedOn w:val="830"/>
    <w:next w:val="896"/>
    <w:link w:val="830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color w:val="000000"/>
      <w:sz w:val="21"/>
      <w:szCs w:val="21"/>
    </w:rPr>
  </w:style>
  <w:style w:type="paragraph" w:styleId="897">
    <w:name w:val="xl72"/>
    <w:basedOn w:val="830"/>
    <w:next w:val="897"/>
    <w:link w:val="830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color w:val="000000"/>
      <w:sz w:val="21"/>
      <w:szCs w:val="21"/>
    </w:rPr>
  </w:style>
  <w:style w:type="paragraph" w:styleId="898">
    <w:name w:val="xl73"/>
    <w:basedOn w:val="830"/>
    <w:next w:val="898"/>
    <w:link w:val="83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color w:val="000000"/>
      <w:sz w:val="21"/>
      <w:szCs w:val="21"/>
    </w:rPr>
  </w:style>
  <w:style w:type="paragraph" w:styleId="899">
    <w:name w:val="xl74"/>
    <w:basedOn w:val="830"/>
    <w:next w:val="899"/>
    <w:link w:val="83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b/>
      <w:bCs/>
      <w:color w:val="000000"/>
      <w:sz w:val="21"/>
      <w:szCs w:val="21"/>
    </w:rPr>
  </w:style>
  <w:style w:type="paragraph" w:styleId="900">
    <w:name w:val="xl75"/>
    <w:basedOn w:val="830"/>
    <w:next w:val="900"/>
    <w:link w:val="830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/>
    </w:pPr>
    <w:rPr>
      <w:color w:val="000000"/>
      <w:sz w:val="21"/>
      <w:szCs w:val="21"/>
    </w:rPr>
  </w:style>
  <w:style w:type="paragraph" w:styleId="901">
    <w:name w:val="xl76"/>
    <w:basedOn w:val="830"/>
    <w:next w:val="901"/>
    <w:link w:val="83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  <w:rPr>
      <w:color w:val="000000"/>
      <w:sz w:val="21"/>
      <w:szCs w:val="21"/>
    </w:rPr>
  </w:style>
  <w:style w:type="paragraph" w:styleId="902">
    <w:name w:val="xl77"/>
    <w:basedOn w:val="830"/>
    <w:next w:val="902"/>
    <w:link w:val="83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  <w:rPr>
      <w:b/>
      <w:bCs/>
      <w:color w:val="000000"/>
      <w:sz w:val="21"/>
      <w:szCs w:val="21"/>
    </w:rPr>
  </w:style>
  <w:style w:type="paragraph" w:styleId="903">
    <w:name w:val="xl78"/>
    <w:basedOn w:val="830"/>
    <w:next w:val="903"/>
    <w:link w:val="83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  <w:rPr>
      <w:b/>
      <w:bCs/>
      <w:color w:val="000000"/>
      <w:sz w:val="21"/>
      <w:szCs w:val="21"/>
    </w:rPr>
  </w:style>
  <w:style w:type="paragraph" w:styleId="904">
    <w:name w:val="xl79"/>
    <w:basedOn w:val="830"/>
    <w:next w:val="904"/>
    <w:link w:val="83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  <w:rPr>
      <w:color w:val="000000"/>
      <w:sz w:val="21"/>
      <w:szCs w:val="21"/>
    </w:rPr>
  </w:style>
  <w:style w:type="paragraph" w:styleId="905">
    <w:name w:val="xl80"/>
    <w:basedOn w:val="830"/>
    <w:next w:val="905"/>
    <w:link w:val="83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right"/>
    </w:pPr>
    <w:rPr>
      <w:color w:val="000000"/>
      <w:sz w:val="21"/>
      <w:szCs w:val="21"/>
    </w:rPr>
  </w:style>
  <w:style w:type="paragraph" w:styleId="906">
    <w:name w:val="xl81"/>
    <w:basedOn w:val="830"/>
    <w:next w:val="906"/>
    <w:link w:val="83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right"/>
    </w:pPr>
    <w:rPr>
      <w:b/>
      <w:bCs/>
      <w:color w:val="000000"/>
      <w:sz w:val="21"/>
      <w:szCs w:val="21"/>
    </w:rPr>
  </w:style>
  <w:style w:type="paragraph" w:styleId="907">
    <w:name w:val="xl82"/>
    <w:basedOn w:val="830"/>
    <w:next w:val="907"/>
    <w:link w:val="83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right"/>
    </w:pPr>
    <w:rPr>
      <w:color w:val="000000"/>
      <w:sz w:val="21"/>
      <w:szCs w:val="21"/>
    </w:rPr>
  </w:style>
  <w:style w:type="paragraph" w:styleId="908">
    <w:name w:val="xl83"/>
    <w:basedOn w:val="830"/>
    <w:next w:val="908"/>
    <w:link w:val="83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right"/>
    </w:pPr>
    <w:rPr>
      <w:b/>
      <w:bCs/>
      <w:color w:val="000000"/>
      <w:sz w:val="21"/>
      <w:szCs w:val="21"/>
    </w:rPr>
  </w:style>
  <w:style w:type="paragraph" w:styleId="909">
    <w:name w:val="xl84"/>
    <w:basedOn w:val="830"/>
    <w:next w:val="909"/>
    <w:link w:val="830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/>
    </w:pPr>
    <w:rPr>
      <w:color w:val="000000"/>
      <w:sz w:val="21"/>
      <w:szCs w:val="21"/>
    </w:rPr>
  </w:style>
  <w:style w:type="paragraph" w:styleId="910">
    <w:name w:val="xl85"/>
    <w:basedOn w:val="830"/>
    <w:next w:val="910"/>
    <w:link w:val="83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  <w:rPr>
      <w:color w:val="000000"/>
      <w:sz w:val="21"/>
      <w:szCs w:val="21"/>
    </w:rPr>
  </w:style>
  <w:style w:type="paragraph" w:styleId="911">
    <w:name w:val="xl86"/>
    <w:basedOn w:val="830"/>
    <w:next w:val="911"/>
    <w:link w:val="830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/>
    </w:pPr>
    <w:rPr>
      <w:color w:val="000000"/>
      <w:sz w:val="21"/>
      <w:szCs w:val="21"/>
    </w:rPr>
  </w:style>
  <w:style w:type="paragraph" w:styleId="912">
    <w:name w:val="xl87"/>
    <w:basedOn w:val="830"/>
    <w:next w:val="912"/>
    <w:link w:val="83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  <w:rPr>
      <w:b/>
      <w:bCs/>
      <w:color w:val="000000"/>
      <w:sz w:val="21"/>
      <w:szCs w:val="21"/>
    </w:rPr>
  </w:style>
  <w:style w:type="paragraph" w:styleId="913">
    <w:name w:val="xl88"/>
    <w:basedOn w:val="830"/>
    <w:next w:val="913"/>
    <w:link w:val="830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color w:val="000000"/>
      <w:sz w:val="21"/>
      <w:szCs w:val="21"/>
    </w:rPr>
  </w:style>
  <w:style w:type="paragraph" w:styleId="914">
    <w:name w:val="xl89"/>
    <w:basedOn w:val="830"/>
    <w:next w:val="914"/>
    <w:link w:val="83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color w:val="000000"/>
      <w:sz w:val="21"/>
      <w:szCs w:val="21"/>
    </w:rPr>
  </w:style>
  <w:style w:type="paragraph" w:styleId="915">
    <w:name w:val="xl90"/>
    <w:basedOn w:val="830"/>
    <w:next w:val="915"/>
    <w:link w:val="83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color w:val="000000"/>
      <w:sz w:val="21"/>
      <w:szCs w:val="21"/>
    </w:rPr>
  </w:style>
  <w:style w:type="paragraph" w:styleId="916">
    <w:name w:val="xl91"/>
    <w:basedOn w:val="830"/>
    <w:next w:val="916"/>
    <w:link w:val="83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right"/>
    </w:pPr>
    <w:rPr>
      <w:sz w:val="21"/>
      <w:szCs w:val="21"/>
    </w:rPr>
  </w:style>
  <w:style w:type="paragraph" w:styleId="917">
    <w:name w:val="xl92"/>
    <w:basedOn w:val="830"/>
    <w:next w:val="917"/>
    <w:link w:val="83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  <w:rPr>
      <w:sz w:val="21"/>
      <w:szCs w:val="21"/>
    </w:rPr>
  </w:style>
  <w:style w:type="paragraph" w:styleId="918">
    <w:name w:val="xl93"/>
    <w:basedOn w:val="830"/>
    <w:next w:val="918"/>
    <w:link w:val="83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sz w:val="21"/>
      <w:szCs w:val="21"/>
    </w:rPr>
  </w:style>
  <w:style w:type="paragraph" w:styleId="919">
    <w:name w:val="xl94"/>
    <w:basedOn w:val="830"/>
    <w:next w:val="919"/>
    <w:link w:val="830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  <w:rPr>
      <w:color w:val="000000"/>
      <w:sz w:val="21"/>
      <w:szCs w:val="21"/>
    </w:rPr>
  </w:style>
  <w:style w:type="paragraph" w:styleId="920">
    <w:name w:val="xl95"/>
    <w:basedOn w:val="830"/>
    <w:next w:val="920"/>
    <w:link w:val="830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color w:val="000000"/>
      <w:sz w:val="21"/>
      <w:szCs w:val="21"/>
    </w:rPr>
  </w:style>
  <w:style w:type="paragraph" w:styleId="921">
    <w:name w:val="xl96"/>
    <w:basedOn w:val="830"/>
    <w:next w:val="921"/>
    <w:link w:val="830"/>
    <w:pPr>
      <w:shd w:val="clear" w:color="000000" w:fill="ffff00"/>
      <w:spacing w:before="100" w:beforeAutospacing="1" w:after="100" w:afterAutospacing="1"/>
    </w:pPr>
    <w:rPr>
      <w:color w:val="000000"/>
      <w:sz w:val="21"/>
      <w:szCs w:val="21"/>
    </w:rPr>
  </w:style>
  <w:style w:type="paragraph" w:styleId="922">
    <w:name w:val="xl97"/>
    <w:basedOn w:val="830"/>
    <w:next w:val="922"/>
    <w:link w:val="830"/>
    <w:pPr>
      <w:pBdr>
        <w:top w:val="single" w:color="000000" w:sz="4" w:space="0"/>
        <w:left w:val="single" w:color="000000" w:sz="4" w:space="0"/>
        <w:bottom w:val="single" w:color="000000" w:sz="4" w:space="0"/>
      </w:pBdr>
      <w:spacing w:before="100" w:beforeAutospacing="1" w:after="100" w:afterAutospacing="1"/>
      <w:jc w:val="right"/>
    </w:pPr>
    <w:rPr>
      <w:color w:val="000000"/>
      <w:sz w:val="21"/>
      <w:szCs w:val="21"/>
    </w:rPr>
  </w:style>
  <w:style w:type="paragraph" w:styleId="923">
    <w:name w:val="xl98"/>
    <w:basedOn w:val="830"/>
    <w:next w:val="923"/>
    <w:link w:val="83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right"/>
    </w:pPr>
    <w:rPr>
      <w:b/>
      <w:bCs/>
      <w:color w:val="000000"/>
      <w:sz w:val="21"/>
      <w:szCs w:val="21"/>
    </w:rPr>
  </w:style>
  <w:style w:type="paragraph" w:styleId="924">
    <w:name w:val="xl99"/>
    <w:basedOn w:val="830"/>
    <w:next w:val="924"/>
    <w:link w:val="83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color w:val="000000"/>
      <w:sz w:val="21"/>
      <w:szCs w:val="21"/>
    </w:rPr>
  </w:style>
  <w:style w:type="paragraph" w:styleId="925">
    <w:name w:val="xl100"/>
    <w:basedOn w:val="830"/>
    <w:next w:val="925"/>
    <w:link w:val="83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  <w:rPr>
      <w:color w:val="000000"/>
      <w:sz w:val="21"/>
      <w:szCs w:val="21"/>
    </w:rPr>
  </w:style>
  <w:style w:type="paragraph" w:styleId="926">
    <w:name w:val="xl101"/>
    <w:basedOn w:val="830"/>
    <w:next w:val="926"/>
    <w:link w:val="830"/>
    <w:pPr>
      <w:pBdr>
        <w:left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color w:val="000000"/>
      <w:sz w:val="21"/>
      <w:szCs w:val="21"/>
    </w:rPr>
  </w:style>
  <w:style w:type="paragraph" w:styleId="927">
    <w:name w:val="xl102"/>
    <w:basedOn w:val="830"/>
    <w:next w:val="927"/>
    <w:link w:val="830"/>
    <w:pPr>
      <w:pBdr>
        <w:left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sz w:val="21"/>
      <w:szCs w:val="21"/>
    </w:rPr>
  </w:style>
  <w:style w:type="paragraph" w:styleId="928">
    <w:name w:val="xl103"/>
    <w:basedOn w:val="830"/>
    <w:next w:val="928"/>
    <w:link w:val="83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b/>
      <w:bCs/>
      <w:color w:val="000000"/>
      <w:sz w:val="21"/>
      <w:szCs w:val="21"/>
    </w:rPr>
  </w:style>
  <w:style w:type="paragraph" w:styleId="929">
    <w:name w:val="xl104"/>
    <w:basedOn w:val="830"/>
    <w:next w:val="929"/>
    <w:link w:val="83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right"/>
    </w:pPr>
    <w:rPr>
      <w:color w:val="ff0000"/>
      <w:sz w:val="21"/>
      <w:szCs w:val="21"/>
    </w:rPr>
  </w:style>
  <w:style w:type="paragraph" w:styleId="930">
    <w:name w:val="xl105"/>
    <w:basedOn w:val="830"/>
    <w:next w:val="930"/>
    <w:link w:val="830"/>
    <w:pPr>
      <w:spacing w:before="100" w:beforeAutospacing="1" w:after="100" w:afterAutospacing="1"/>
    </w:pPr>
    <w:rPr>
      <w:color w:val="ff0000"/>
      <w:sz w:val="21"/>
      <w:szCs w:val="21"/>
    </w:rPr>
  </w:style>
  <w:style w:type="paragraph" w:styleId="931">
    <w:name w:val="xl106"/>
    <w:basedOn w:val="830"/>
    <w:next w:val="931"/>
    <w:link w:val="830"/>
    <w:pPr>
      <w:pBdr>
        <w:left w:val="single" w:color="000000" w:sz="4" w:space="0"/>
        <w:right w:val="single" w:color="000000" w:sz="4" w:space="0"/>
      </w:pBdr>
      <w:spacing w:before="100" w:beforeAutospacing="1" w:after="100" w:afterAutospacing="1"/>
    </w:pPr>
    <w:rPr>
      <w:color w:val="000000"/>
      <w:sz w:val="21"/>
      <w:szCs w:val="21"/>
    </w:rPr>
  </w:style>
  <w:style w:type="paragraph" w:styleId="932">
    <w:name w:val="xl107"/>
    <w:basedOn w:val="830"/>
    <w:next w:val="932"/>
    <w:link w:val="830"/>
    <w:pPr>
      <w:pBdr>
        <w:top w:val="single" w:color="000000" w:sz="4" w:space="0"/>
        <w:left w:val="single" w:color="000000" w:sz="4" w:space="0"/>
        <w:bottom w:val="single" w:color="000000" w:sz="4" w:space="0"/>
      </w:pBdr>
      <w:spacing w:before="100" w:beforeAutospacing="1" w:after="100" w:afterAutospacing="1"/>
      <w:jc w:val="center"/>
    </w:pPr>
    <w:rPr>
      <w:b/>
      <w:bCs/>
      <w:color w:val="000000"/>
      <w:sz w:val="21"/>
      <w:szCs w:val="21"/>
    </w:rPr>
  </w:style>
  <w:style w:type="paragraph" w:styleId="933">
    <w:name w:val="xl108"/>
    <w:basedOn w:val="830"/>
    <w:next w:val="933"/>
    <w:link w:val="830"/>
    <w:pPr>
      <w:pBdr>
        <w:top w:val="single" w:color="000000" w:sz="4" w:space="0"/>
        <w:bottom w:val="single" w:color="000000" w:sz="4" w:space="0"/>
      </w:pBdr>
      <w:spacing w:before="100" w:beforeAutospacing="1" w:after="100" w:afterAutospacing="1"/>
      <w:jc w:val="center"/>
    </w:pPr>
    <w:rPr>
      <w:b/>
      <w:bCs/>
      <w:color w:val="000000"/>
      <w:sz w:val="21"/>
      <w:szCs w:val="21"/>
    </w:rPr>
  </w:style>
  <w:style w:type="paragraph" w:styleId="934">
    <w:name w:val="xl109"/>
    <w:basedOn w:val="830"/>
    <w:next w:val="934"/>
    <w:link w:val="830"/>
    <w:pPr>
      <w:pBdr>
        <w:top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b/>
      <w:bCs/>
      <w:color w:val="000000"/>
      <w:sz w:val="21"/>
      <w:szCs w:val="21"/>
    </w:rPr>
  </w:style>
  <w:style w:type="paragraph" w:styleId="935">
    <w:name w:val="xl110"/>
    <w:basedOn w:val="830"/>
    <w:next w:val="935"/>
    <w:link w:val="830"/>
    <w:pPr>
      <w:pBdr>
        <w:left w:val="single" w:color="000000" w:sz="4" w:space="0"/>
        <w:right w:val="single" w:color="000000" w:sz="4" w:space="0"/>
      </w:pBdr>
      <w:spacing w:before="100" w:beforeAutospacing="1" w:after="100" w:afterAutospacing="1"/>
    </w:pPr>
    <w:rPr>
      <w:color w:val="000000"/>
      <w:sz w:val="21"/>
      <w:szCs w:val="21"/>
    </w:rPr>
  </w:style>
  <w:style w:type="paragraph" w:styleId="936">
    <w:name w:val="xl111"/>
    <w:basedOn w:val="830"/>
    <w:next w:val="936"/>
    <w:link w:val="830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b/>
      <w:bCs/>
      <w:color w:val="000000"/>
      <w:sz w:val="21"/>
      <w:szCs w:val="21"/>
    </w:rPr>
  </w:style>
  <w:style w:type="paragraph" w:styleId="937">
    <w:name w:val="xl112"/>
    <w:basedOn w:val="830"/>
    <w:next w:val="937"/>
    <w:link w:val="830"/>
    <w:pPr>
      <w:pBdr>
        <w:left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b/>
      <w:bCs/>
      <w:color w:val="000000"/>
      <w:sz w:val="21"/>
      <w:szCs w:val="21"/>
    </w:rPr>
  </w:style>
  <w:style w:type="paragraph" w:styleId="938">
    <w:name w:val="xl113"/>
    <w:basedOn w:val="830"/>
    <w:next w:val="938"/>
    <w:link w:val="830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b/>
      <w:bCs/>
      <w:color w:val="000000"/>
      <w:sz w:val="21"/>
      <w:szCs w:val="21"/>
    </w:rPr>
  </w:style>
  <w:style w:type="paragraph" w:styleId="939">
    <w:name w:val="xl114"/>
    <w:basedOn w:val="830"/>
    <w:next w:val="939"/>
    <w:link w:val="830"/>
    <w:pPr>
      <w:pBdr>
        <w:left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color w:val="000000"/>
      <w:sz w:val="21"/>
      <w:szCs w:val="21"/>
    </w:rPr>
  </w:style>
  <w:style w:type="paragraph" w:styleId="940">
    <w:name w:val="xl115"/>
    <w:basedOn w:val="830"/>
    <w:next w:val="940"/>
    <w:link w:val="830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color w:val="000000"/>
      <w:sz w:val="21"/>
      <w:szCs w:val="21"/>
    </w:rPr>
  </w:style>
  <w:style w:type="paragraph" w:styleId="941">
    <w:name w:val="xl116"/>
    <w:basedOn w:val="830"/>
    <w:next w:val="941"/>
    <w:link w:val="830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/>
    </w:pPr>
    <w:rPr>
      <w:color w:val="000000"/>
      <w:sz w:val="21"/>
      <w:szCs w:val="21"/>
    </w:rPr>
  </w:style>
  <w:style w:type="paragraph" w:styleId="942">
    <w:name w:val="xl117"/>
    <w:basedOn w:val="830"/>
    <w:next w:val="942"/>
    <w:link w:val="830"/>
    <w:pPr>
      <w:pBdr>
        <w:left w:val="single" w:color="000000" w:sz="4" w:space="0"/>
        <w:right w:val="single" w:color="000000" w:sz="4" w:space="0"/>
      </w:pBdr>
      <w:spacing w:before="100" w:beforeAutospacing="1" w:after="100" w:afterAutospacing="1"/>
    </w:pPr>
    <w:rPr>
      <w:color w:val="000000"/>
      <w:sz w:val="21"/>
      <w:szCs w:val="21"/>
    </w:rPr>
  </w:style>
  <w:style w:type="paragraph" w:styleId="943">
    <w:name w:val="xl118"/>
    <w:basedOn w:val="830"/>
    <w:next w:val="943"/>
    <w:link w:val="830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  <w:rPr>
      <w:color w:val="000000"/>
      <w:sz w:val="21"/>
      <w:szCs w:val="21"/>
    </w:rPr>
  </w:style>
  <w:style w:type="paragraph" w:styleId="944">
    <w:name w:val="xl119"/>
    <w:basedOn w:val="830"/>
    <w:next w:val="944"/>
    <w:link w:val="830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  <w:rPr>
      <w:color w:val="000000"/>
      <w:sz w:val="21"/>
      <w:szCs w:val="21"/>
    </w:rPr>
  </w:style>
  <w:style w:type="paragraph" w:styleId="945">
    <w:name w:val="xl120"/>
    <w:basedOn w:val="830"/>
    <w:next w:val="945"/>
    <w:link w:val="830"/>
    <w:pPr>
      <w:pBdr>
        <w:left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color w:val="000000"/>
      <w:sz w:val="21"/>
      <w:szCs w:val="21"/>
    </w:rPr>
  </w:style>
  <w:style w:type="paragraph" w:styleId="946">
    <w:name w:val="xl121"/>
    <w:basedOn w:val="830"/>
    <w:next w:val="946"/>
    <w:link w:val="830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color w:val="000000"/>
      <w:sz w:val="21"/>
      <w:szCs w:val="21"/>
    </w:rPr>
  </w:style>
  <w:style w:type="paragraph" w:styleId="947">
    <w:name w:val="xl122"/>
    <w:basedOn w:val="830"/>
    <w:next w:val="947"/>
    <w:link w:val="830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sz w:val="21"/>
      <w:szCs w:val="21"/>
    </w:rPr>
  </w:style>
  <w:style w:type="paragraph" w:styleId="948">
    <w:name w:val="xl123"/>
    <w:basedOn w:val="830"/>
    <w:next w:val="948"/>
    <w:link w:val="830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sz w:val="21"/>
      <w:szCs w:val="21"/>
    </w:rPr>
  </w:style>
  <w:style w:type="paragraph" w:styleId="949">
    <w:name w:val="xl124"/>
    <w:basedOn w:val="830"/>
    <w:next w:val="949"/>
    <w:link w:val="830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/>
    </w:pPr>
    <w:rPr>
      <w:b/>
      <w:bCs/>
      <w:color w:val="000000"/>
      <w:sz w:val="21"/>
      <w:szCs w:val="21"/>
    </w:rPr>
  </w:style>
  <w:style w:type="paragraph" w:styleId="950">
    <w:name w:val="xl125"/>
    <w:basedOn w:val="830"/>
    <w:next w:val="950"/>
    <w:link w:val="830"/>
    <w:pPr>
      <w:pBdr>
        <w:left w:val="single" w:color="000000" w:sz="4" w:space="0"/>
        <w:right w:val="single" w:color="000000" w:sz="4" w:space="0"/>
      </w:pBdr>
      <w:spacing w:before="100" w:beforeAutospacing="1" w:after="100" w:afterAutospacing="1"/>
    </w:pPr>
    <w:rPr>
      <w:b/>
      <w:bCs/>
      <w:color w:val="000000"/>
      <w:sz w:val="21"/>
      <w:szCs w:val="21"/>
    </w:rPr>
  </w:style>
  <w:style w:type="paragraph" w:styleId="951">
    <w:name w:val="xl126"/>
    <w:basedOn w:val="830"/>
    <w:next w:val="951"/>
    <w:link w:val="830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  <w:rPr>
      <w:b/>
      <w:bCs/>
      <w:color w:val="000000"/>
      <w:sz w:val="21"/>
      <w:szCs w:val="21"/>
    </w:rPr>
  </w:style>
  <w:style w:type="paragraph" w:styleId="952">
    <w:name w:val="xl127"/>
    <w:basedOn w:val="830"/>
    <w:next w:val="952"/>
    <w:link w:val="830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/>
    </w:pPr>
    <w:rPr>
      <w:sz w:val="21"/>
      <w:szCs w:val="21"/>
    </w:rPr>
  </w:style>
  <w:style w:type="paragraph" w:styleId="953">
    <w:name w:val="xl128"/>
    <w:basedOn w:val="830"/>
    <w:next w:val="953"/>
    <w:link w:val="830"/>
    <w:pPr>
      <w:pBdr>
        <w:left w:val="single" w:color="000000" w:sz="4" w:space="0"/>
        <w:right w:val="single" w:color="000000" w:sz="4" w:space="0"/>
      </w:pBdr>
      <w:spacing w:before="100" w:beforeAutospacing="1" w:after="100" w:afterAutospacing="1"/>
    </w:pPr>
    <w:rPr>
      <w:sz w:val="21"/>
      <w:szCs w:val="21"/>
    </w:rPr>
  </w:style>
  <w:style w:type="paragraph" w:styleId="954">
    <w:name w:val="xl129"/>
    <w:basedOn w:val="830"/>
    <w:next w:val="954"/>
    <w:link w:val="830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  <w:rPr>
      <w:sz w:val="21"/>
      <w:szCs w:val="21"/>
    </w:rPr>
  </w:style>
  <w:style w:type="paragraph" w:styleId="955">
    <w:name w:val="xl130"/>
    <w:basedOn w:val="830"/>
    <w:next w:val="955"/>
    <w:link w:val="83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  <w:rPr>
      <w:sz w:val="21"/>
      <w:szCs w:val="21"/>
    </w:rPr>
  </w:style>
  <w:style w:type="paragraph" w:styleId="956">
    <w:name w:val="xl131"/>
    <w:basedOn w:val="830"/>
    <w:next w:val="956"/>
    <w:link w:val="83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  <w:rPr>
      <w:sz w:val="21"/>
      <w:szCs w:val="21"/>
    </w:rPr>
  </w:style>
  <w:style w:type="paragraph" w:styleId="957">
    <w:name w:val="xl132"/>
    <w:basedOn w:val="830"/>
    <w:next w:val="957"/>
    <w:link w:val="830"/>
    <w:pPr>
      <w:pBdr>
        <w:left w:val="single" w:color="000000" w:sz="4" w:space="0"/>
        <w:right w:val="single" w:color="000000" w:sz="4" w:space="0"/>
      </w:pBdr>
      <w:spacing w:before="100" w:beforeAutospacing="1" w:after="100" w:afterAutospacing="1"/>
    </w:pPr>
    <w:rPr>
      <w:sz w:val="21"/>
      <w:szCs w:val="21"/>
    </w:rPr>
  </w:style>
  <w:style w:type="paragraph" w:styleId="958">
    <w:name w:val="xl63"/>
    <w:basedOn w:val="830"/>
    <w:next w:val="958"/>
    <w:link w:val="830"/>
    <w:pPr>
      <w:spacing w:before="100" w:beforeAutospacing="1" w:after="100" w:afterAutospacing="1"/>
    </w:pPr>
    <w:rPr>
      <w:color w:val="000000"/>
      <w:sz w:val="21"/>
      <w:szCs w:val="21"/>
    </w:rPr>
  </w:style>
  <w:style w:type="paragraph" w:styleId="959">
    <w:name w:val="xl64"/>
    <w:basedOn w:val="830"/>
    <w:next w:val="959"/>
    <w:link w:val="830"/>
    <w:pPr>
      <w:spacing w:before="100" w:beforeAutospacing="1" w:after="100" w:afterAutospacing="1"/>
      <w:jc w:val="center"/>
    </w:pPr>
    <w:rPr>
      <w:color w:val="000000"/>
      <w:sz w:val="21"/>
      <w:szCs w:val="21"/>
    </w:rPr>
  </w:style>
  <w:style w:type="paragraph" w:styleId="960">
    <w:name w:val=" Знак Знак Знак Знак"/>
    <w:basedOn w:val="830"/>
    <w:next w:val="960"/>
    <w:link w:val="83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961">
    <w:name w:val=" Знак"/>
    <w:basedOn w:val="830"/>
    <w:next w:val="961"/>
    <w:link w:val="830"/>
    <w:pPr>
      <w:spacing w:after="160" w:line="240" w:lineRule="exact"/>
    </w:pPr>
    <w:rPr>
      <w:rFonts w:ascii="Verdana" w:hAnsi="Verdana"/>
      <w:lang w:val="en-US" w:eastAsia="en-US"/>
    </w:rPr>
  </w:style>
  <w:style w:type="paragraph" w:styleId="962">
    <w:name w:val="No Spacing"/>
    <w:next w:val="962"/>
    <w:link w:val="830"/>
    <w:rPr>
      <w:rFonts w:eastAsia="Times New Roman" w:cs="Calibri"/>
      <w:sz w:val="22"/>
      <w:szCs w:val="22"/>
      <w:lang w:val="ru-RU" w:eastAsia="ru-RU" w:bidi="ar-SA"/>
    </w:rPr>
  </w:style>
  <w:style w:type="paragraph" w:styleId="963">
    <w:name w:val="Основной"/>
    <w:basedOn w:val="830"/>
    <w:next w:val="963"/>
    <w:link w:val="830"/>
    <w:pPr>
      <w:spacing w:after="20"/>
      <w:ind w:firstLine="709"/>
      <w:jc w:val="both"/>
    </w:pPr>
    <w:rPr>
      <w:sz w:val="28"/>
      <w:szCs w:val="28"/>
    </w:rPr>
  </w:style>
  <w:style w:type="table" w:styleId="964">
    <w:name w:val="Сетка таблицы1"/>
    <w:basedOn w:val="835"/>
    <w:next w:val="964"/>
    <w:link w:val="830"/>
    <w:rPr>
      <w:rFonts w:ascii="Times New Roman" w:hAnsi="Times New Roman" w:eastAsia="Times New Roman"/>
    </w:rPr>
    <w:tblPr/>
  </w:style>
  <w:style w:type="paragraph" w:styleId="965">
    <w:name w:val="ConsPlusCell"/>
    <w:next w:val="965"/>
    <w:link w:val="830"/>
    <w:pPr>
      <w:widowControl w:val="off"/>
    </w:pPr>
    <w:rPr>
      <w:rFonts w:ascii="Arial" w:hAnsi="Arial" w:eastAsia="Times New Roman" w:cs="Arial"/>
      <w:lang w:val="ru-RU" w:eastAsia="ru-RU" w:bidi="ar-SA"/>
    </w:rPr>
  </w:style>
  <w:style w:type="paragraph" w:styleId="966">
    <w:name w:val="ConsPlusDocList"/>
    <w:next w:val="966"/>
    <w:link w:val="830"/>
    <w:uiPriority w:val="99"/>
    <w:pPr>
      <w:widowControl w:val="off"/>
    </w:pPr>
    <w:rPr>
      <w:rFonts w:ascii="Courier New" w:hAnsi="Courier New" w:eastAsia="Times New Roman" w:cs="Courier New"/>
      <w:lang w:val="ru-RU" w:eastAsia="ru-RU" w:bidi="ar-SA"/>
    </w:rPr>
  </w:style>
  <w:style w:type="table" w:styleId="967">
    <w:name w:val="Сетка таблицы11"/>
    <w:basedOn w:val="835"/>
    <w:next w:val="967"/>
    <w:link w:val="830"/>
    <w:uiPriority w:val="59"/>
    <w:tblPr/>
  </w:style>
  <w:style w:type="character" w:styleId="968">
    <w:name w:val="Основной текст (3)_"/>
    <w:next w:val="968"/>
    <w:link w:val="969"/>
    <w:rPr>
      <w:b/>
      <w:bCs/>
      <w:sz w:val="28"/>
      <w:szCs w:val="28"/>
      <w:shd w:val="clear" w:color="auto" w:fill="ffffff"/>
    </w:rPr>
  </w:style>
  <w:style w:type="paragraph" w:styleId="969">
    <w:name w:val="Основной текст (3)"/>
    <w:basedOn w:val="830"/>
    <w:next w:val="969"/>
    <w:link w:val="968"/>
    <w:pPr>
      <w:widowControl w:val="off"/>
      <w:shd w:val="clear" w:color="auto" w:fill="ffffff"/>
      <w:spacing w:after="420" w:line="0" w:lineRule="atLeast"/>
      <w:jc w:val="center"/>
    </w:pPr>
    <w:rPr>
      <w:rFonts w:ascii="Calibri" w:hAnsi="Calibri" w:eastAsia="Calibri"/>
      <w:b/>
      <w:bCs/>
      <w:sz w:val="28"/>
      <w:szCs w:val="28"/>
    </w:rPr>
  </w:style>
  <w:style w:type="table" w:styleId="970">
    <w:name w:val="Сетка таблицы2"/>
    <w:basedOn w:val="835"/>
    <w:next w:val="970"/>
    <w:link w:val="830"/>
    <w:uiPriority w:val="39"/>
    <w:rPr>
      <w:rFonts w:eastAsia="Times New Roman"/>
    </w:rPr>
    <w:tblPr/>
  </w:style>
  <w:style w:type="table" w:styleId="971">
    <w:name w:val="Сетка таблицы21"/>
    <w:basedOn w:val="835"/>
    <w:next w:val="971"/>
    <w:link w:val="830"/>
    <w:uiPriority w:val="39"/>
    <w:rPr>
      <w:rFonts w:ascii="Times New Roman" w:hAnsi="Times New Roman" w:eastAsia="Times New Roman"/>
    </w:rPr>
    <w:tblPr/>
  </w:style>
  <w:style w:type="table" w:styleId="972">
    <w:name w:val="TableGrid11"/>
    <w:next w:val="972"/>
    <w:link w:val="830"/>
    <w:rPr>
      <w:rFonts w:eastAsia="Times New Roman"/>
      <w:sz w:val="22"/>
      <w:szCs w:val="22"/>
      <w:lang w:val="ru-RU" w:eastAsia="ru-RU" w:bidi="ar-SA"/>
    </w:rPr>
    <w:tblPr/>
  </w:style>
  <w:style w:type="table" w:styleId="973">
    <w:name w:val="Сетка таблицы12"/>
    <w:basedOn w:val="835"/>
    <w:next w:val="973"/>
    <w:link w:val="830"/>
    <w:rPr>
      <w:rFonts w:ascii="Times New Roman" w:hAnsi="Times New Roman" w:eastAsia="Times New Roman"/>
    </w:rPr>
    <w:tblPr/>
  </w:style>
  <w:style w:type="table" w:styleId="974">
    <w:name w:val="Сетка таблицы111"/>
    <w:basedOn w:val="835"/>
    <w:next w:val="974"/>
    <w:link w:val="830"/>
    <w:uiPriority w:val="59"/>
    <w:tblPr/>
  </w:style>
  <w:style w:type="table" w:styleId="975">
    <w:name w:val="Сетка таблицы3"/>
    <w:basedOn w:val="835"/>
    <w:next w:val="975"/>
    <w:link w:val="830"/>
    <w:uiPriority w:val="39"/>
    <w:rPr>
      <w:rFonts w:ascii="Times New Roman" w:hAnsi="Times New Roman" w:eastAsia="Times New Roman"/>
    </w:rPr>
    <w:tblPr/>
  </w:style>
  <w:style w:type="table" w:styleId="976">
    <w:name w:val="TableGrid21"/>
    <w:next w:val="976"/>
    <w:link w:val="830"/>
    <w:rPr>
      <w:rFonts w:eastAsia="Times New Roman"/>
      <w:sz w:val="22"/>
      <w:szCs w:val="22"/>
      <w:lang w:val="ru-RU" w:eastAsia="ru-RU" w:bidi="ar-SA"/>
    </w:rPr>
    <w:tblPr/>
  </w:style>
  <w:style w:type="table" w:styleId="977">
    <w:name w:val="Сетка таблицы13"/>
    <w:basedOn w:val="835"/>
    <w:next w:val="977"/>
    <w:link w:val="830"/>
    <w:rPr>
      <w:rFonts w:ascii="Times New Roman" w:hAnsi="Times New Roman" w:eastAsia="Times New Roman"/>
    </w:rPr>
    <w:tblPr/>
  </w:style>
  <w:style w:type="table" w:styleId="978">
    <w:name w:val="Сетка таблицы112"/>
    <w:basedOn w:val="835"/>
    <w:next w:val="978"/>
    <w:link w:val="830"/>
    <w:uiPriority w:val="59"/>
    <w:tblPr/>
  </w:style>
  <w:style w:type="character" w:styleId="979" w:default="1">
    <w:name w:val="Default Paragraph Font"/>
    <w:uiPriority w:val="1"/>
    <w:semiHidden/>
    <w:unhideWhenUsed/>
  </w:style>
  <w:style w:type="numbering" w:styleId="980" w:default="1">
    <w:name w:val="No List"/>
    <w:uiPriority w:val="99"/>
    <w:semiHidden/>
    <w:unhideWhenUsed/>
  </w:style>
  <w:style w:type="table" w:styleId="981" w:default="1">
    <w:name w:val="Normal Table"/>
    <w:uiPriority w:val="99"/>
    <w:semiHidden/>
    <w:unhideWhenUsed/>
    <w:tblPr/>
  </w:style>
  <w:style w:type="paragraph" w:styleId="982" w:customStyle="1">
    <w:name w:val="       ConsPlusNormal"/>
    <w:pPr>
      <w:keepNext w:val="0"/>
      <w:keepLines w:val="0"/>
      <w:pageBreakBefore w:val="0"/>
      <w:widowControl/>
      <w:suppressLineNumbers w:val="0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spacing w:before="0" w:beforeAutospacing="0" w:after="0" w:afterAutospacing="0" w:line="240" w:lineRule="auto"/>
      <w:ind w:left="0" w:right="0" w:firstLine="0"/>
      <w:contextualSpacing w:val="0"/>
      <w:jc w:val="left"/>
    </w:pPr>
    <w:rPr>
      <w:rFonts w:ascii="Arial" w:hAnsi="Arial" w:eastAsia="Arial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*</Company>
  <DocSecurity>0</DocSecurity>
  <ScaleCrop>false</ScaleCrop>
  <Template>Nor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Бурматова Людм</dc:creator>
  <cp:lastModifiedBy>KononenkoOE</cp:lastModifiedBy>
  <cp:revision>14</cp:revision>
  <dcterms:created xsi:type="dcterms:W3CDTF">2025-05-28T05:13:00Z</dcterms:created>
  <dcterms:modified xsi:type="dcterms:W3CDTF">2025-12-25T04:40:12Z</dcterms:modified>
</cp:coreProperties>
</file>